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77167B">
        <w:rPr>
          <w:rFonts w:ascii="Verdana" w:hAnsi="Verdana" w:cs="Arial"/>
          <w:sz w:val="18"/>
          <w:szCs w:val="18"/>
        </w:rPr>
      </w:r>
      <w:r w:rsidR="0077167B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77167B">
        <w:rPr>
          <w:rFonts w:ascii="Verdana" w:hAnsi="Verdana" w:cs="Arial"/>
          <w:sz w:val="18"/>
          <w:szCs w:val="18"/>
        </w:rPr>
      </w:r>
      <w:r w:rsidR="0077167B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77167B">
        <w:rPr>
          <w:rFonts w:ascii="Verdana" w:hAnsi="Verdana" w:cs="Arial"/>
          <w:sz w:val="18"/>
          <w:szCs w:val="18"/>
        </w:rPr>
      </w:r>
      <w:r w:rsidR="0077167B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77167B">
        <w:rPr>
          <w:rFonts w:ascii="Verdana" w:hAnsi="Verdana" w:cs="Arial"/>
          <w:sz w:val="18"/>
          <w:szCs w:val="18"/>
        </w:rPr>
      </w:r>
      <w:r w:rsidR="0077167B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Pr="00E151AE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0D2D3D" w:rsidRDefault="000D2D3D" w:rsidP="000D2D3D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116A6C">
        <w:rPr>
          <w:rFonts w:ascii="Verdana" w:hAnsi="Verdana" w:cs="Arial"/>
          <w:sz w:val="18"/>
          <w:szCs w:val="18"/>
        </w:rPr>
        <w:t>che per l’esecuzione del</w:t>
      </w:r>
      <w:r>
        <w:rPr>
          <w:rFonts w:ascii="Verdana" w:hAnsi="Verdana" w:cs="Arial"/>
          <w:sz w:val="18"/>
          <w:szCs w:val="18"/>
        </w:rPr>
        <w:t>la</w:t>
      </w:r>
      <w:r w:rsidRPr="00116A6C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fornitura e trasporto</w:t>
      </w:r>
      <w:r w:rsidRPr="00116A6C">
        <w:rPr>
          <w:rFonts w:ascii="Verdana" w:hAnsi="Verdana" w:cs="Arial"/>
          <w:sz w:val="18"/>
          <w:szCs w:val="18"/>
        </w:rPr>
        <w:t xml:space="preserve"> oggetto d’appalto il prezzo offerto è </w:t>
      </w:r>
      <w:r w:rsidRPr="00116A6C">
        <w:rPr>
          <w:rFonts w:ascii="Verdana" w:hAnsi="Verdana" w:cs="Arial"/>
          <w:b/>
          <w:sz w:val="18"/>
          <w:szCs w:val="18"/>
        </w:rPr>
        <w:t>€</w:t>
      </w:r>
      <w:r w:rsidRPr="00116A6C">
        <w:rPr>
          <w:rFonts w:ascii="Verdana" w:hAnsi="Verdana" w:cs="Arial"/>
          <w:sz w:val="18"/>
          <w:szCs w:val="18"/>
        </w:rPr>
        <w:t xml:space="preserve"> _________________________ (in cifre) </w:t>
      </w:r>
      <w:r w:rsidRPr="00116A6C">
        <w:rPr>
          <w:rFonts w:ascii="Verdana" w:hAnsi="Verdana" w:cs="Arial"/>
          <w:b/>
          <w:sz w:val="18"/>
          <w:szCs w:val="18"/>
        </w:rPr>
        <w:t>euro</w:t>
      </w:r>
      <w:r w:rsidRPr="00116A6C">
        <w:rPr>
          <w:rFonts w:ascii="Verdana" w:hAnsi="Verdana" w:cs="Arial"/>
          <w:sz w:val="18"/>
          <w:szCs w:val="18"/>
        </w:rPr>
        <w:t xml:space="preserve">______________________________________ (in lettere) oltre € 0,00 per oneri della sicurezza esclusa IVA di legge. </w:t>
      </w:r>
    </w:p>
    <w:p w:rsidR="00116A6C" w:rsidRDefault="009F4B5E" w:rsidP="00D91B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che per l’esecuzione </w:t>
      </w:r>
      <w:r w:rsidR="00DE4C2B" w:rsidRPr="00E151AE">
        <w:rPr>
          <w:rFonts w:ascii="Verdana" w:hAnsi="Verdana" w:cs="Arial"/>
          <w:sz w:val="18"/>
          <w:szCs w:val="18"/>
        </w:rPr>
        <w:t xml:space="preserve">del noleggio </w:t>
      </w:r>
      <w:r w:rsidRPr="00E151AE">
        <w:rPr>
          <w:rFonts w:ascii="Verdana" w:hAnsi="Verdana" w:cs="Arial"/>
          <w:sz w:val="18"/>
          <w:szCs w:val="18"/>
        </w:rPr>
        <w:t xml:space="preserve">oggetto d’appalto il prezzo offerto è </w:t>
      </w:r>
      <w:r w:rsidRPr="00E151AE">
        <w:rPr>
          <w:rFonts w:ascii="Verdana" w:hAnsi="Verdana" w:cs="Arial"/>
          <w:b/>
          <w:sz w:val="18"/>
          <w:szCs w:val="18"/>
        </w:rPr>
        <w:t>€</w:t>
      </w:r>
      <w:r w:rsidRPr="00E151AE">
        <w:rPr>
          <w:rFonts w:ascii="Verdana" w:hAnsi="Verdana" w:cs="Arial"/>
          <w:sz w:val="18"/>
          <w:szCs w:val="18"/>
        </w:rPr>
        <w:t xml:space="preserve"> </w:t>
      </w:r>
      <w:r w:rsidR="00DE4C2B" w:rsidRPr="00E151AE">
        <w:rPr>
          <w:rFonts w:ascii="Verdana" w:hAnsi="Verdana" w:cs="Arial"/>
          <w:sz w:val="18"/>
          <w:szCs w:val="18"/>
        </w:rPr>
        <w:t>_______</w:t>
      </w:r>
      <w:r w:rsidRPr="00E151AE">
        <w:rPr>
          <w:rFonts w:ascii="Verdana" w:hAnsi="Verdana" w:cs="Arial"/>
          <w:sz w:val="18"/>
          <w:szCs w:val="18"/>
        </w:rPr>
        <w:t>_____________</w:t>
      </w:r>
      <w:r w:rsidR="00DE4C2B" w:rsidRPr="00E151AE">
        <w:rPr>
          <w:rFonts w:ascii="Verdana" w:hAnsi="Verdana" w:cs="Arial"/>
          <w:sz w:val="18"/>
          <w:szCs w:val="18"/>
        </w:rPr>
        <w:t>_____</w:t>
      </w:r>
      <w:r w:rsidRPr="00E151AE">
        <w:rPr>
          <w:rFonts w:ascii="Verdana" w:hAnsi="Verdana" w:cs="Arial"/>
          <w:sz w:val="18"/>
          <w:szCs w:val="18"/>
        </w:rPr>
        <w:t xml:space="preserve"> (in cifre) </w:t>
      </w:r>
      <w:r w:rsidRPr="00E151AE">
        <w:rPr>
          <w:rFonts w:ascii="Verdana" w:hAnsi="Verdana" w:cs="Arial"/>
          <w:b/>
          <w:sz w:val="18"/>
          <w:szCs w:val="18"/>
        </w:rPr>
        <w:t>euro</w:t>
      </w:r>
      <w:r w:rsidRPr="00E151AE">
        <w:rPr>
          <w:rFonts w:ascii="Verdana" w:hAnsi="Verdana" w:cs="Arial"/>
          <w:sz w:val="18"/>
          <w:szCs w:val="18"/>
        </w:rPr>
        <w:t>________________________________</w:t>
      </w:r>
      <w:r w:rsidR="00D91BF2" w:rsidRPr="00E151AE">
        <w:rPr>
          <w:rFonts w:ascii="Verdana" w:hAnsi="Verdana" w:cs="Arial"/>
          <w:sz w:val="18"/>
          <w:szCs w:val="18"/>
        </w:rPr>
        <w:t>______</w:t>
      </w:r>
      <w:r w:rsidR="00B82B5C">
        <w:rPr>
          <w:rFonts w:ascii="Verdana" w:hAnsi="Verdana" w:cs="Arial"/>
          <w:sz w:val="18"/>
          <w:szCs w:val="18"/>
        </w:rPr>
        <w:t xml:space="preserve"> (in lettere)</w:t>
      </w:r>
      <w:r w:rsidR="00E71643" w:rsidRPr="00E151AE">
        <w:rPr>
          <w:rFonts w:ascii="Verdana" w:hAnsi="Verdana" w:cs="Arial"/>
          <w:sz w:val="18"/>
          <w:szCs w:val="18"/>
        </w:rPr>
        <w:t xml:space="preserve"> oltre € 0,00 per oneri della sicurezza </w:t>
      </w:r>
      <w:r w:rsidR="00D91BF2" w:rsidRPr="00E151AE">
        <w:rPr>
          <w:rFonts w:ascii="Verdana" w:hAnsi="Verdana" w:cs="Arial"/>
          <w:sz w:val="18"/>
          <w:szCs w:val="18"/>
        </w:rPr>
        <w:t>esclusa IVA di legge</w:t>
      </w:r>
      <w:r w:rsidR="00116A6C">
        <w:rPr>
          <w:rFonts w:ascii="Verdana" w:hAnsi="Verdana" w:cs="Arial"/>
          <w:sz w:val="18"/>
          <w:szCs w:val="18"/>
        </w:rPr>
        <w:t>.</w:t>
      </w:r>
    </w:p>
    <w:p w:rsidR="009F4B5E" w:rsidRPr="00116A6C" w:rsidRDefault="000D2D3D" w:rsidP="000D2D3D">
      <w:pPr>
        <w:spacing w:before="120" w:after="120" w:line="360" w:lineRule="auto"/>
        <w:ind w:left="218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Tabella dettaglio Costi</w:t>
      </w: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986"/>
      </w:tblGrid>
      <w:tr w:rsidR="00116A6C" w:rsidRPr="00116A6C" w:rsidTr="00116A6C">
        <w:trPr>
          <w:trHeight w:val="445"/>
        </w:trPr>
        <w:tc>
          <w:tcPr>
            <w:tcW w:w="7513" w:type="dxa"/>
            <w:tcBorders>
              <w:bottom w:val="double" w:sz="4" w:space="0" w:color="auto"/>
            </w:tcBorders>
            <w:vAlign w:val="center"/>
          </w:tcPr>
          <w:p w:rsidR="00116A6C" w:rsidRPr="00116A6C" w:rsidRDefault="00116A6C" w:rsidP="00116A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Verdana" w:eastAsia="Batang" w:hAnsi="Verdana" w:cs="Times New Roman"/>
                <w:b/>
                <w:sz w:val="18"/>
                <w:szCs w:val="18"/>
              </w:rPr>
            </w:pPr>
            <w:r w:rsidRPr="00116A6C">
              <w:rPr>
                <w:rFonts w:ascii="Verdana" w:eastAsia="Batang" w:hAnsi="Verdana" w:cs="Times New Roman"/>
                <w:b/>
                <w:sz w:val="18"/>
                <w:szCs w:val="18"/>
              </w:rPr>
              <w:t>Oggetto</w:t>
            </w:r>
          </w:p>
        </w:tc>
        <w:tc>
          <w:tcPr>
            <w:tcW w:w="19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6A6C" w:rsidRPr="00116A6C" w:rsidRDefault="00116A6C" w:rsidP="00116A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Verdana" w:eastAsia="Batang" w:hAnsi="Verdana" w:cs="Times New Roman"/>
                <w:b/>
                <w:sz w:val="18"/>
                <w:szCs w:val="18"/>
              </w:rPr>
            </w:pPr>
            <w:r w:rsidRPr="00116A6C">
              <w:rPr>
                <w:rFonts w:ascii="Verdana" w:eastAsia="Batang" w:hAnsi="Verdana" w:cs="Times New Roman"/>
                <w:b/>
                <w:sz w:val="18"/>
                <w:szCs w:val="18"/>
              </w:rPr>
              <w:t xml:space="preserve">Importo </w:t>
            </w:r>
          </w:p>
        </w:tc>
      </w:tr>
      <w:tr w:rsidR="000D2D3D" w:rsidRPr="00116A6C" w:rsidTr="00116A6C">
        <w:trPr>
          <w:trHeight w:val="406"/>
        </w:trPr>
        <w:tc>
          <w:tcPr>
            <w:tcW w:w="75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D2D3D" w:rsidRPr="00116A6C" w:rsidRDefault="000D2D3D" w:rsidP="000D2D3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8"/>
                <w:szCs w:val="18"/>
              </w:rPr>
            </w:pPr>
            <w:r w:rsidRPr="000D2D3D">
              <w:rPr>
                <w:rFonts w:ascii="Verdana" w:eastAsia="Batang" w:hAnsi="Verdana" w:cs="Times New Roman"/>
                <w:sz w:val="18"/>
                <w:szCs w:val="18"/>
              </w:rPr>
              <w:t>Fornitura, trasporto GE 1</w:t>
            </w:r>
            <w:r w:rsidR="00755A6A">
              <w:rPr>
                <w:rFonts w:ascii="Verdana" w:eastAsia="Batang" w:hAnsi="Verdana" w:cs="Times New Roman"/>
                <w:sz w:val="18"/>
                <w:szCs w:val="18"/>
              </w:rPr>
              <w:t>0</w:t>
            </w:r>
            <w:r>
              <w:rPr>
                <w:rFonts w:ascii="Verdana" w:eastAsia="Batang" w:hAnsi="Verdana" w:cs="Times New Roman"/>
                <w:sz w:val="18"/>
                <w:szCs w:val="18"/>
              </w:rPr>
              <w:t>0 KVA con quadro commutazione</w:t>
            </w:r>
          </w:p>
        </w:tc>
        <w:tc>
          <w:tcPr>
            <w:tcW w:w="19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D2D3D" w:rsidRPr="00116A6C" w:rsidRDefault="00755A6A" w:rsidP="007C53F9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Verdana" w:eastAsia="Batang" w:hAnsi="Verdana" w:cs="Times New Roman"/>
                <w:sz w:val="18"/>
                <w:szCs w:val="18"/>
              </w:rPr>
            </w:pPr>
            <w:r>
              <w:rPr>
                <w:rFonts w:ascii="Verdana" w:eastAsia="Batang" w:hAnsi="Verdana" w:cs="Times New Roman"/>
                <w:sz w:val="18"/>
                <w:szCs w:val="18"/>
              </w:rPr>
              <w:t>€</w:t>
            </w:r>
          </w:p>
        </w:tc>
      </w:tr>
      <w:tr w:rsidR="00116A6C" w:rsidRPr="00116A6C" w:rsidTr="00116A6C">
        <w:trPr>
          <w:trHeight w:val="406"/>
        </w:trPr>
        <w:tc>
          <w:tcPr>
            <w:tcW w:w="75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6A6C" w:rsidRPr="00116A6C" w:rsidRDefault="00755A6A" w:rsidP="00755A6A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8"/>
                <w:szCs w:val="18"/>
              </w:rPr>
            </w:pPr>
            <w:r w:rsidRPr="00755A6A">
              <w:rPr>
                <w:rFonts w:ascii="Verdana" w:eastAsia="Batang" w:hAnsi="Verdana" w:cs="Times New Roman"/>
                <w:sz w:val="18"/>
                <w:szCs w:val="18"/>
              </w:rPr>
              <w:t xml:space="preserve">Manutenzione ordinaria programmata </w:t>
            </w:r>
            <w:r>
              <w:rPr>
                <w:rFonts w:ascii="Verdana" w:eastAsia="Batang" w:hAnsi="Verdana" w:cs="Times New Roman"/>
                <w:sz w:val="18"/>
                <w:szCs w:val="18"/>
              </w:rPr>
              <w:t>GE 10</w:t>
            </w:r>
            <w:r w:rsidR="000D2D3D" w:rsidRPr="000D2D3D">
              <w:rPr>
                <w:rFonts w:ascii="Verdana" w:eastAsia="Batang" w:hAnsi="Verdana" w:cs="Times New Roman"/>
                <w:sz w:val="18"/>
                <w:szCs w:val="18"/>
              </w:rPr>
              <w:t>0 KVA</w:t>
            </w:r>
            <w:r>
              <w:rPr>
                <w:rFonts w:ascii="Verdana" w:eastAsia="Batang" w:hAnsi="Verdana" w:cs="Times New Roman"/>
                <w:sz w:val="18"/>
                <w:szCs w:val="18"/>
              </w:rPr>
              <w:t xml:space="preserve"> (nr. 2 Tagliandi)</w:t>
            </w:r>
          </w:p>
        </w:tc>
        <w:tc>
          <w:tcPr>
            <w:tcW w:w="19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6A6C" w:rsidRPr="00116A6C" w:rsidRDefault="00116A6C" w:rsidP="007C53F9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16A6C">
              <w:rPr>
                <w:rFonts w:ascii="Verdana" w:eastAsia="Batang" w:hAnsi="Verdana" w:cs="Times New Roman"/>
                <w:sz w:val="18"/>
                <w:szCs w:val="18"/>
              </w:rPr>
              <w:t xml:space="preserve">€ </w:t>
            </w:r>
          </w:p>
        </w:tc>
      </w:tr>
      <w:tr w:rsidR="000D2D3D" w:rsidRPr="00116A6C" w:rsidTr="00116A6C">
        <w:trPr>
          <w:trHeight w:val="406"/>
        </w:trPr>
        <w:tc>
          <w:tcPr>
            <w:tcW w:w="75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D2D3D" w:rsidRPr="00116A6C" w:rsidRDefault="000D2D3D" w:rsidP="00F15705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8"/>
                <w:szCs w:val="18"/>
              </w:rPr>
            </w:pPr>
            <w:r w:rsidRPr="004654F4">
              <w:rPr>
                <w:rFonts w:ascii="Verdana" w:eastAsia="Batang" w:hAnsi="Verdana" w:cs="Times New Roman"/>
                <w:sz w:val="18"/>
                <w:szCs w:val="18"/>
              </w:rPr>
              <w:t xml:space="preserve">Costo giornaliero noleggio GE 104 KVA </w:t>
            </w:r>
            <w:r w:rsidR="00755A6A" w:rsidRPr="004654F4">
              <w:rPr>
                <w:rFonts w:ascii="Verdana" w:eastAsia="Batang" w:hAnsi="Verdana" w:cs="Times New Roman"/>
                <w:sz w:val="18"/>
                <w:szCs w:val="18"/>
              </w:rPr>
              <w:t xml:space="preserve">compresa manutenzione ordinaria ed eventualmente straordinaria </w:t>
            </w:r>
            <w:r w:rsidRPr="004654F4">
              <w:rPr>
                <w:rFonts w:ascii="Verdana" w:eastAsia="Batang" w:hAnsi="Verdana" w:cs="Times New Roman"/>
                <w:sz w:val="18"/>
                <w:szCs w:val="18"/>
              </w:rPr>
              <w:t xml:space="preserve">(massimo </w:t>
            </w:r>
            <w:r w:rsidR="00F15705" w:rsidRPr="004654F4">
              <w:rPr>
                <w:rFonts w:ascii="Verdana" w:eastAsia="Batang" w:hAnsi="Verdana" w:cs="Times New Roman"/>
                <w:sz w:val="18"/>
                <w:szCs w:val="18"/>
              </w:rPr>
              <w:t>6</w:t>
            </w:r>
            <w:r w:rsidRPr="004654F4">
              <w:rPr>
                <w:rFonts w:ascii="Verdana" w:eastAsia="Batang" w:hAnsi="Verdana" w:cs="Times New Roman"/>
                <w:sz w:val="18"/>
                <w:szCs w:val="18"/>
              </w:rPr>
              <w:t>0 giorni)</w:t>
            </w:r>
          </w:p>
        </w:tc>
        <w:tc>
          <w:tcPr>
            <w:tcW w:w="19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D2D3D" w:rsidRPr="00116A6C" w:rsidRDefault="000D2D3D" w:rsidP="007C53F9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16A6C">
              <w:rPr>
                <w:rFonts w:ascii="Verdana" w:eastAsia="Batang" w:hAnsi="Verdana" w:cs="Times New Roman"/>
                <w:sz w:val="18"/>
                <w:szCs w:val="18"/>
              </w:rPr>
              <w:t xml:space="preserve">€ </w:t>
            </w:r>
          </w:p>
        </w:tc>
      </w:tr>
      <w:tr w:rsidR="00755A6A" w:rsidRPr="00116A6C" w:rsidTr="00116A6C">
        <w:trPr>
          <w:trHeight w:val="406"/>
        </w:trPr>
        <w:tc>
          <w:tcPr>
            <w:tcW w:w="75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55A6A" w:rsidRPr="00116A6C" w:rsidRDefault="00755A6A" w:rsidP="00755A6A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8"/>
                <w:szCs w:val="18"/>
              </w:rPr>
            </w:pPr>
            <w:r>
              <w:rPr>
                <w:rFonts w:ascii="Verdana" w:eastAsia="Batang" w:hAnsi="Verdana" w:cs="Times New Roman"/>
                <w:sz w:val="18"/>
                <w:szCs w:val="18"/>
              </w:rPr>
              <w:t>Ritiro</w:t>
            </w:r>
            <w:r w:rsidR="0031660E">
              <w:rPr>
                <w:rFonts w:ascii="Verdana" w:eastAsia="Batang" w:hAnsi="Verdana" w:cs="Times New Roman"/>
                <w:sz w:val="18"/>
                <w:szCs w:val="18"/>
              </w:rPr>
              <w:t xml:space="preserve"> GE 104 KVA</w:t>
            </w:r>
          </w:p>
        </w:tc>
        <w:tc>
          <w:tcPr>
            <w:tcW w:w="19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55A6A" w:rsidRPr="00116A6C" w:rsidRDefault="0031660E" w:rsidP="007C53F9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Verdana" w:eastAsia="Batang" w:hAnsi="Verdana" w:cs="Times New Roman"/>
                <w:sz w:val="18"/>
                <w:szCs w:val="18"/>
              </w:rPr>
            </w:pPr>
            <w:r>
              <w:rPr>
                <w:rFonts w:ascii="Verdana" w:eastAsia="Batang" w:hAnsi="Verdana" w:cs="Times New Roman"/>
                <w:sz w:val="18"/>
                <w:szCs w:val="18"/>
              </w:rPr>
              <w:t>€</w:t>
            </w:r>
          </w:p>
        </w:tc>
      </w:tr>
    </w:tbl>
    <w:p w:rsidR="00116A6C" w:rsidRPr="00116A6C" w:rsidRDefault="00116A6C" w:rsidP="00116A6C">
      <w:pPr>
        <w:spacing w:before="120" w:after="120" w:line="360" w:lineRule="auto"/>
        <w:ind w:left="218"/>
        <w:jc w:val="both"/>
        <w:rPr>
          <w:rFonts w:ascii="Verdana" w:hAnsi="Verdana" w:cs="Arial"/>
          <w:sz w:val="18"/>
          <w:szCs w:val="18"/>
        </w:rPr>
      </w:pPr>
    </w:p>
    <w:p w:rsidR="00D91BF2" w:rsidRPr="00E151AE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D91BF2" w:rsidRPr="00E151AE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37566A" w:rsidRPr="00E151AE" w:rsidRDefault="00D91BF2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  <w:t>Firma digitale</w:t>
      </w:r>
    </w:p>
    <w:p w:rsidR="00833AE9" w:rsidRPr="00E151AE" w:rsidRDefault="00833AE9" w:rsidP="00795C58">
      <w:pPr>
        <w:spacing w:before="120" w:after="120" w:line="600" w:lineRule="auto"/>
        <w:ind w:left="567" w:hanging="283"/>
        <w:rPr>
          <w:rFonts w:ascii="Verdana" w:hAnsi="Verdana"/>
          <w:sz w:val="18"/>
          <w:szCs w:val="18"/>
        </w:rPr>
      </w:pPr>
    </w:p>
    <w:sectPr w:rsidR="00833AE9" w:rsidRPr="00E151AE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01" w:rsidRDefault="00C542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01" w:rsidRDefault="00C5420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01" w:rsidRDefault="00C542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01" w:rsidRDefault="00C542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="00C54201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B13422" w:rsidRPr="00116A6C" w:rsidRDefault="00116A6C" w:rsidP="001C38C9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116A6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TELEMATICA, EX ART.50 CO.1 LETT. B) DEL D.LGS. 36/2023 E SMI, PER L’AFFIDAMENTO DEL SERVIZIO DI NOLEGGIO A FREDDO DI N.1 GRUPPO ELETTROGENO DA 104 KVA</w:t>
                </w:r>
                <w:r w:rsidR="001C38C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E</w:t>
                </w:r>
                <w:r w:rsidR="001C38C9" w:rsidRPr="00116A6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DELLA FORNITURA E TRASPORTO DI</w:t>
                </w:r>
                <w:r w:rsidR="001C38C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N.1 GRUPPO ELETTROGENO 110 KVA</w:t>
                </w:r>
                <w:r w:rsidRPr="00116A6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. </w:t>
                </w:r>
                <w:r w:rsidR="002C4ACF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br/>
                </w:r>
                <w:r w:rsidRPr="00116A6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CIG: </w:t>
                </w:r>
                <w:r w:rsidR="0077167B" w:rsidRPr="0077167B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B06777A61E</w:t>
                </w:r>
                <w:bookmarkStart w:id="0" w:name="_GoBack"/>
                <w:bookmarkEnd w:id="0"/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0D2D3D"/>
    <w:rsid w:val="00116A6C"/>
    <w:rsid w:val="001A6AF4"/>
    <w:rsid w:val="001C38C9"/>
    <w:rsid w:val="001D0C31"/>
    <w:rsid w:val="00244B34"/>
    <w:rsid w:val="00267CF6"/>
    <w:rsid w:val="00287BE2"/>
    <w:rsid w:val="002A6B40"/>
    <w:rsid w:val="002B14BC"/>
    <w:rsid w:val="002C4ACF"/>
    <w:rsid w:val="002F65AA"/>
    <w:rsid w:val="003079C1"/>
    <w:rsid w:val="0031660E"/>
    <w:rsid w:val="0035254B"/>
    <w:rsid w:val="0037566A"/>
    <w:rsid w:val="003B5412"/>
    <w:rsid w:val="004654F4"/>
    <w:rsid w:val="004754D3"/>
    <w:rsid w:val="00486E15"/>
    <w:rsid w:val="004C63DF"/>
    <w:rsid w:val="00553EEF"/>
    <w:rsid w:val="00556504"/>
    <w:rsid w:val="00570B83"/>
    <w:rsid w:val="005738BF"/>
    <w:rsid w:val="00581C47"/>
    <w:rsid w:val="005A6AC6"/>
    <w:rsid w:val="005D2DA8"/>
    <w:rsid w:val="006074D0"/>
    <w:rsid w:val="00675C3D"/>
    <w:rsid w:val="00675E88"/>
    <w:rsid w:val="006A41B1"/>
    <w:rsid w:val="007100D3"/>
    <w:rsid w:val="00753A9F"/>
    <w:rsid w:val="00755A6A"/>
    <w:rsid w:val="00770AE9"/>
    <w:rsid w:val="0077167B"/>
    <w:rsid w:val="007842D7"/>
    <w:rsid w:val="00795C58"/>
    <w:rsid w:val="007B3B76"/>
    <w:rsid w:val="007C53F9"/>
    <w:rsid w:val="007E05B7"/>
    <w:rsid w:val="00833AE9"/>
    <w:rsid w:val="00857985"/>
    <w:rsid w:val="009376D7"/>
    <w:rsid w:val="009459C4"/>
    <w:rsid w:val="009620F0"/>
    <w:rsid w:val="009D5B0F"/>
    <w:rsid w:val="009E60E7"/>
    <w:rsid w:val="009F4B5E"/>
    <w:rsid w:val="00A43E32"/>
    <w:rsid w:val="00A73D76"/>
    <w:rsid w:val="00AC6CA0"/>
    <w:rsid w:val="00AE6E91"/>
    <w:rsid w:val="00B13422"/>
    <w:rsid w:val="00B82B5C"/>
    <w:rsid w:val="00B851C8"/>
    <w:rsid w:val="00C1506A"/>
    <w:rsid w:val="00C2072A"/>
    <w:rsid w:val="00C401D0"/>
    <w:rsid w:val="00C54201"/>
    <w:rsid w:val="00C61BB0"/>
    <w:rsid w:val="00C92970"/>
    <w:rsid w:val="00CE6B0A"/>
    <w:rsid w:val="00D1746D"/>
    <w:rsid w:val="00D84E71"/>
    <w:rsid w:val="00D91BF2"/>
    <w:rsid w:val="00DB7867"/>
    <w:rsid w:val="00DE4C2B"/>
    <w:rsid w:val="00E151AE"/>
    <w:rsid w:val="00E310F7"/>
    <w:rsid w:val="00E40D9C"/>
    <w:rsid w:val="00E71643"/>
    <w:rsid w:val="00F1261D"/>
    <w:rsid w:val="00F15705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42AE7-F2F3-4DFB-8810-750965D7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C39D976D.dotm</Template>
  <TotalTime>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12</cp:revision>
  <dcterms:created xsi:type="dcterms:W3CDTF">2024-02-05T16:01:00Z</dcterms:created>
  <dcterms:modified xsi:type="dcterms:W3CDTF">2024-02-15T14:14:00Z</dcterms:modified>
</cp:coreProperties>
</file>