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1B1BF4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bookmarkStart w:id="0" w:name="_GoBack"/>
      <w:r w:rsidRPr="001B1BF4">
        <w:rPr>
          <w:rFonts w:ascii="Verdana" w:hAnsi="Verdana" w:cs="Arial"/>
          <w:sz w:val="18"/>
          <w:szCs w:val="18"/>
        </w:rPr>
        <w:t>Spett.le IGEA SPA</w:t>
      </w:r>
    </w:p>
    <w:bookmarkEnd w:id="0"/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2D3891">
        <w:rPr>
          <w:rFonts w:ascii="Verdana" w:hAnsi="Verdana" w:cs="Arial"/>
          <w:sz w:val="18"/>
          <w:szCs w:val="18"/>
        </w:rPr>
      </w:r>
      <w:r w:rsidR="002D389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2D3891">
        <w:rPr>
          <w:rFonts w:ascii="Verdana" w:hAnsi="Verdana" w:cs="Arial"/>
          <w:sz w:val="18"/>
          <w:szCs w:val="18"/>
        </w:rPr>
      </w:r>
      <w:r w:rsidR="002D389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2D3891">
        <w:rPr>
          <w:rFonts w:ascii="Verdana" w:hAnsi="Verdana" w:cs="Arial"/>
          <w:sz w:val="18"/>
          <w:szCs w:val="18"/>
        </w:rPr>
      </w:r>
      <w:r w:rsidR="002D389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2D3891">
        <w:rPr>
          <w:rFonts w:ascii="Verdana" w:hAnsi="Verdana" w:cs="Arial"/>
          <w:sz w:val="18"/>
          <w:szCs w:val="18"/>
        </w:rPr>
      </w:r>
      <w:r w:rsidR="002D389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5024F4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Pr="005024F4">
        <w:rPr>
          <w:rFonts w:ascii="Verdana" w:hAnsi="Verdana" w:cs="Arial"/>
          <w:sz w:val="18"/>
          <w:szCs w:val="18"/>
        </w:rPr>
        <w:t xml:space="preserve"> _____________ 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Pr="005024F4">
        <w:rPr>
          <w:rFonts w:ascii="Verdana" w:hAnsi="Verdana" w:cs="Arial"/>
          <w:sz w:val="18"/>
          <w:szCs w:val="18"/>
        </w:rPr>
        <w:t xml:space="preserve"> pari a ___</w:t>
      </w:r>
      <w:proofErr w:type="gramStart"/>
      <w:r w:rsidRPr="005024F4">
        <w:rPr>
          <w:rFonts w:ascii="Verdana" w:hAnsi="Verdana" w:cs="Arial"/>
          <w:sz w:val="18"/>
          <w:szCs w:val="18"/>
        </w:rPr>
        <w:t>_,_</w:t>
      </w:r>
      <w:proofErr w:type="gramEnd"/>
      <w:r w:rsidRPr="005024F4">
        <w:rPr>
          <w:rFonts w:ascii="Verdana" w:hAnsi="Verdana" w:cs="Arial"/>
          <w:sz w:val="18"/>
          <w:szCs w:val="18"/>
        </w:rPr>
        <w:t xml:space="preserve">___ %, (in cifre) ______________virgola ________ (in lettere); applicata sull’importo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7C733A">
        <w:rPr>
          <w:rFonts w:ascii="Verdana" w:hAnsi="Verdana" w:cstheme="minorHAnsi"/>
          <w:b/>
          <w:bCs/>
          <w:sz w:val="18"/>
          <w:szCs w:val="18"/>
        </w:rPr>
        <w:t>10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8.000,00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7C733A">
        <w:rPr>
          <w:rFonts w:ascii="Verdana" w:hAnsi="Verdana" w:cstheme="minorHAnsi"/>
          <w:bCs/>
          <w:sz w:val="18"/>
          <w:szCs w:val="18"/>
        </w:rPr>
        <w:t>C</w:t>
      </w:r>
      <w:r w:rsidR="006B50A2" w:rsidRPr="006B50A2">
        <w:rPr>
          <w:rFonts w:ascii="Verdana" w:hAnsi="Verdana" w:cstheme="minorHAnsi"/>
          <w:bCs/>
          <w:sz w:val="18"/>
          <w:szCs w:val="18"/>
        </w:rPr>
        <w:t>entottomila/00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A01F1A" w:rsidRDefault="00A01F1A" w:rsidP="00A01F1A">
      <w:pPr>
        <w:pStyle w:val="Paragrafoelenco"/>
        <w:spacing w:after="0" w:line="360" w:lineRule="exact"/>
        <w:ind w:left="218"/>
        <w:rPr>
          <w:rFonts w:ascii="Verdana" w:eastAsia="Times New Roman" w:hAnsi="Verdana" w:cs="TrebuchetMS-OneByteIdentityH"/>
          <w:sz w:val="18"/>
          <w:szCs w:val="18"/>
          <w:lang w:eastAsia="it-IT"/>
        </w:rPr>
      </w:pPr>
    </w:p>
    <w:p w:rsidR="00A01F1A" w:rsidRDefault="00A01F1A" w:rsidP="00A01F1A">
      <w:pPr>
        <w:spacing w:after="0" w:line="360" w:lineRule="exact"/>
        <w:ind w:left="218"/>
        <w:rPr>
          <w:rFonts w:ascii="Verdana" w:hAnsi="Verdana" w:cs="TrebuchetMS-OneByteIdentityH"/>
          <w:sz w:val="18"/>
          <w:szCs w:val="18"/>
        </w:rPr>
      </w:pPr>
    </w:p>
    <w:p w:rsidR="00A01F1A" w:rsidRDefault="00A01F1A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6B50A2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FF3F59" w:rsidRDefault="0037566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20"/>
          <w:szCs w:val="20"/>
        </w:rPr>
      </w:pPr>
      <w:r w:rsidRPr="00FF3F59">
        <w:rPr>
          <w:rFonts w:ascii="Verdana" w:hAnsi="Verdana" w:cs="Arial"/>
          <w:b/>
          <w:sz w:val="20"/>
          <w:szCs w:val="20"/>
        </w:rPr>
        <w:t>Data</w:t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  <w:t>Firma digitale</w:t>
      </w:r>
    </w:p>
    <w:sectPr w:rsidR="0037566A" w:rsidRPr="00FF3F59" w:rsidSect="00C2072A">
      <w:footerReference w:type="default" r:id="rId8"/>
      <w:headerReference w:type="first" r:id="rId9"/>
      <w:foot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3F3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B4580F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3879A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 C</w:t>
          </w:r>
          <w:r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– OFFERTA ECONOMICA </w:t>
          </w:r>
        </w:p>
        <w:p w:rsidR="002D3891" w:rsidRDefault="007C733A" w:rsidP="00ED2595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TRATTATIVA DIRETTA</w:t>
          </w:r>
          <w:r w:rsidR="000C2435" w:rsidRPr="007C0011">
            <w:rPr>
              <w:rFonts w:ascii="Verdana" w:hAnsi="Verdana" w:cs="Arial"/>
              <w:b/>
              <w:bCs/>
              <w:sz w:val="18"/>
              <w:szCs w:val="18"/>
            </w:rPr>
            <w:t xml:space="preserve"> PER L’AFFIDAMENTO </w:t>
          </w:r>
          <w:r w:rsidR="000C2435" w:rsidRPr="00ED2595">
            <w:rPr>
              <w:rFonts w:ascii="Verdana" w:hAnsi="Verdana" w:cs="Arial"/>
              <w:b/>
              <w:bCs/>
              <w:sz w:val="18"/>
              <w:szCs w:val="18"/>
            </w:rPr>
            <w:t>BIENNALE</w:t>
          </w:r>
          <w:r w:rsidR="000C2435" w:rsidRPr="007C0011">
            <w:rPr>
              <w:rFonts w:ascii="Verdana" w:hAnsi="Verdana" w:cs="Arial"/>
              <w:b/>
              <w:bCs/>
              <w:sz w:val="18"/>
              <w:szCs w:val="18"/>
            </w:rPr>
            <w:t xml:space="preserve"> D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EI SERVIZI ASSICURATIVI RCA</w:t>
          </w:r>
          <w:r w:rsidR="000C2435" w:rsidRPr="007C0011">
            <w:rPr>
              <w:rFonts w:ascii="Verdana" w:hAnsi="Verdana" w:cs="Arial"/>
              <w:b/>
              <w:bCs/>
              <w:sz w:val="18"/>
              <w:szCs w:val="18"/>
            </w:rPr>
            <w:t>.</w:t>
          </w:r>
        </w:p>
        <w:p w:rsidR="003879A2" w:rsidRPr="000C2435" w:rsidRDefault="000C2435" w:rsidP="00ED2595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eastAsia="MS Mincho" w:hAnsi="Verdana" w:cs="Arial"/>
              <w:b/>
              <w:sz w:val="16"/>
              <w:szCs w:val="16"/>
            </w:rPr>
          </w:pPr>
          <w:r>
            <w:rPr>
              <w:rFonts w:ascii="Verdana" w:eastAsia="MS Mincho" w:hAnsi="Verdana" w:cs="Arial"/>
              <w:b/>
              <w:sz w:val="16"/>
              <w:szCs w:val="16"/>
            </w:rPr>
            <w:t xml:space="preserve"> </w:t>
          </w:r>
          <w:r w:rsidRPr="007C0011">
            <w:rPr>
              <w:rFonts w:ascii="Verdana" w:eastAsia="MS Mincho" w:hAnsi="Verdana" w:cs="Arial"/>
              <w:b/>
              <w:sz w:val="18"/>
              <w:szCs w:val="18"/>
              <w:highlight w:val="yellow"/>
            </w:rPr>
            <w:t xml:space="preserve">CIG </w:t>
          </w:r>
          <w:r w:rsidRPr="007C0011">
            <w:rPr>
              <w:rFonts w:ascii="Verdana" w:eastAsia="MS Mincho" w:hAnsi="Verdana" w:cs="Arial"/>
              <w:b/>
              <w:bCs/>
              <w:sz w:val="18"/>
              <w:szCs w:val="18"/>
              <w:highlight w:val="yellow"/>
            </w:rPr>
            <w:t>__________.</w:t>
          </w:r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73694"/>
    <w:rsid w:val="000C2435"/>
    <w:rsid w:val="00117565"/>
    <w:rsid w:val="001450DA"/>
    <w:rsid w:val="00175242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B5412"/>
    <w:rsid w:val="003F553A"/>
    <w:rsid w:val="00411B54"/>
    <w:rsid w:val="00437B4D"/>
    <w:rsid w:val="004754D3"/>
    <w:rsid w:val="00486E15"/>
    <w:rsid w:val="004C63DF"/>
    <w:rsid w:val="004F3CCA"/>
    <w:rsid w:val="005024F4"/>
    <w:rsid w:val="00553EEF"/>
    <w:rsid w:val="005738BF"/>
    <w:rsid w:val="00581C47"/>
    <w:rsid w:val="005A6AC6"/>
    <w:rsid w:val="005D2DA8"/>
    <w:rsid w:val="006074D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B3B76"/>
    <w:rsid w:val="007C03F3"/>
    <w:rsid w:val="007C733A"/>
    <w:rsid w:val="007E05B7"/>
    <w:rsid w:val="00804CA0"/>
    <w:rsid w:val="00833AE9"/>
    <w:rsid w:val="00835E67"/>
    <w:rsid w:val="00857985"/>
    <w:rsid w:val="00862F8A"/>
    <w:rsid w:val="009254AC"/>
    <w:rsid w:val="009376D7"/>
    <w:rsid w:val="00954A3E"/>
    <w:rsid w:val="00957A47"/>
    <w:rsid w:val="009620F0"/>
    <w:rsid w:val="009E60E7"/>
    <w:rsid w:val="009F4B5E"/>
    <w:rsid w:val="00A01F1A"/>
    <w:rsid w:val="00A43E32"/>
    <w:rsid w:val="00A61473"/>
    <w:rsid w:val="00A73D76"/>
    <w:rsid w:val="00AC6CA0"/>
    <w:rsid w:val="00B13422"/>
    <w:rsid w:val="00B31710"/>
    <w:rsid w:val="00B4580F"/>
    <w:rsid w:val="00B63508"/>
    <w:rsid w:val="00BC6D77"/>
    <w:rsid w:val="00C1506A"/>
    <w:rsid w:val="00C2072A"/>
    <w:rsid w:val="00C401D0"/>
    <w:rsid w:val="00C55338"/>
    <w:rsid w:val="00C92970"/>
    <w:rsid w:val="00C9688A"/>
    <w:rsid w:val="00D6412E"/>
    <w:rsid w:val="00D84E71"/>
    <w:rsid w:val="00DB7867"/>
    <w:rsid w:val="00E310F7"/>
    <w:rsid w:val="00E71643"/>
    <w:rsid w:val="00EA2569"/>
    <w:rsid w:val="00ED2595"/>
    <w:rsid w:val="00F1261D"/>
    <w:rsid w:val="00F64373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2542B59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4D127-D1A9-488B-B682-13ADB44D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57BCE0D7.dotm</Template>
  <TotalTime>85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61</cp:revision>
  <dcterms:created xsi:type="dcterms:W3CDTF">2021-04-20T10:00:00Z</dcterms:created>
  <dcterms:modified xsi:type="dcterms:W3CDTF">2023-06-28T13:23:00Z</dcterms:modified>
</cp:coreProperties>
</file>