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1CB" w:rsidRDefault="0087195F" w:rsidP="007D71CB">
      <w:pPr>
        <w:adjustRightInd w:val="0"/>
        <w:spacing w:line="280" w:lineRule="exact"/>
        <w:ind w:left="1416" w:hanging="1416"/>
        <w:jc w:val="both"/>
        <w:rPr>
          <w:rFonts w:ascii="Verdana" w:eastAsia="MS Mincho" w:hAnsi="Verdana" w:cs="Arial"/>
          <w:b/>
          <w:sz w:val="18"/>
          <w:szCs w:val="18"/>
        </w:rPr>
      </w:pPr>
      <w:r w:rsidRPr="00163AEB">
        <w:rPr>
          <w:rFonts w:ascii="Verdana" w:eastAsia="MS Mincho" w:hAnsi="Verdana" w:cs="Arial"/>
          <w:b/>
          <w:sz w:val="18"/>
          <w:szCs w:val="18"/>
        </w:rPr>
        <w:t>OGGETTO:</w:t>
      </w:r>
      <w:r w:rsidR="00962703" w:rsidRPr="00163AEB">
        <w:rPr>
          <w:rFonts w:ascii="Verdana" w:eastAsia="MS Mincho" w:hAnsi="Verdana" w:cs="Arial"/>
          <w:b/>
          <w:sz w:val="18"/>
          <w:szCs w:val="18"/>
        </w:rPr>
        <w:tab/>
      </w:r>
      <w:r w:rsidR="00766A23" w:rsidRPr="00163AEB">
        <w:rPr>
          <w:rFonts w:ascii="Verdana" w:eastAsia="MS Mincho" w:hAnsi="Verdana" w:cs="Arial"/>
          <w:b/>
          <w:sz w:val="18"/>
          <w:szCs w:val="18"/>
        </w:rPr>
        <w:t xml:space="preserve">TRATTATIVA DIRETTA PER L’AFFIDAMENTO DEI LAVORI DI “MANUTENZIONE DEL CAVALCAVIA S.S. 130 – LOC. CAMPO PISANO NEL COMUNE DI IGLESIAS (SU)”  </w:t>
      </w:r>
      <w:bookmarkStart w:id="0" w:name="_GoBack"/>
      <w:bookmarkEnd w:id="0"/>
      <w:r w:rsidR="007D71CB">
        <w:rPr>
          <w:rFonts w:ascii="Verdana" w:eastAsia="MS Mincho" w:hAnsi="Verdana" w:cs="Arial"/>
          <w:b/>
          <w:sz w:val="18"/>
          <w:szCs w:val="18"/>
        </w:rPr>
        <w:t>CIG 9935940512</w:t>
      </w:r>
    </w:p>
    <w:p w:rsidR="00962703" w:rsidRPr="00163AEB" w:rsidRDefault="00962703" w:rsidP="00B319F1">
      <w:pPr>
        <w:adjustRightInd w:val="0"/>
        <w:spacing w:line="280" w:lineRule="exact"/>
        <w:ind w:left="1416" w:hanging="1416"/>
        <w:jc w:val="both"/>
        <w:rPr>
          <w:rFonts w:ascii="Verdana" w:eastAsia="MS Mincho" w:hAnsi="Verdana" w:cs="Arial"/>
          <w:b/>
          <w:sz w:val="18"/>
          <w:szCs w:val="18"/>
        </w:rPr>
      </w:pPr>
    </w:p>
    <w:p w:rsidR="00B319F1" w:rsidRPr="00163AEB" w:rsidRDefault="005554E8" w:rsidP="00B319F1">
      <w:pPr>
        <w:tabs>
          <w:tab w:val="left" w:pos="5103"/>
        </w:tabs>
        <w:spacing w:before="120" w:after="120" w:line="360" w:lineRule="auto"/>
        <w:ind w:left="6379" w:hanging="6379"/>
        <w:jc w:val="right"/>
        <w:rPr>
          <w:rFonts w:ascii="Verdana" w:hAnsi="Verdana" w:cs="Verdana"/>
          <w:sz w:val="18"/>
          <w:szCs w:val="18"/>
        </w:rPr>
      </w:pPr>
      <w:r w:rsidRPr="00163AEB">
        <w:rPr>
          <w:rFonts w:ascii="Verdana" w:hAnsi="Verdana" w:cs="Verdana"/>
          <w:sz w:val="18"/>
          <w:szCs w:val="18"/>
        </w:rPr>
        <w:tab/>
      </w:r>
      <w:r w:rsidR="00C4675E" w:rsidRPr="00163AEB">
        <w:rPr>
          <w:rFonts w:ascii="Verdana" w:hAnsi="Verdana" w:cs="Verdana"/>
          <w:sz w:val="18"/>
          <w:szCs w:val="18"/>
        </w:rPr>
        <w:t>Spett.le IGEA SPA</w:t>
      </w:r>
    </w:p>
    <w:p w:rsidR="00966FBA" w:rsidRPr="00163AEB" w:rsidRDefault="00C4675E" w:rsidP="00B319F1">
      <w:pPr>
        <w:tabs>
          <w:tab w:val="left" w:pos="5103"/>
        </w:tabs>
        <w:spacing w:before="120" w:after="120" w:line="360" w:lineRule="auto"/>
        <w:ind w:left="6379" w:hanging="6379"/>
        <w:jc w:val="right"/>
        <w:rPr>
          <w:rFonts w:ascii="Verdana" w:hAnsi="Verdana" w:cs="Verdana"/>
          <w:sz w:val="18"/>
          <w:szCs w:val="18"/>
        </w:rPr>
      </w:pPr>
      <w:proofErr w:type="spellStart"/>
      <w:r w:rsidRPr="00163AEB">
        <w:rPr>
          <w:rFonts w:ascii="Verdana" w:hAnsi="Verdana" w:cs="Verdana"/>
          <w:sz w:val="18"/>
          <w:szCs w:val="18"/>
        </w:rPr>
        <w:t>Loc</w:t>
      </w:r>
      <w:proofErr w:type="spellEnd"/>
      <w:r w:rsidRPr="00163AEB">
        <w:rPr>
          <w:rFonts w:ascii="Verdana" w:hAnsi="Verdana" w:cs="Verdana"/>
          <w:sz w:val="18"/>
          <w:szCs w:val="18"/>
        </w:rPr>
        <w:t>. Campo Pisano Iglesias</w:t>
      </w:r>
    </w:p>
    <w:p w:rsidR="00D95C0B" w:rsidRPr="00163AE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 xml:space="preserve">Il sottoscritto </w:t>
      </w:r>
      <w:r w:rsidRPr="00163AEB">
        <w:rPr>
          <w:rFonts w:ascii="Verdana" w:hAnsi="Verdana" w:cs="Arial"/>
          <w:i/>
          <w:sz w:val="18"/>
          <w:szCs w:val="18"/>
        </w:rPr>
        <w:t xml:space="preserve">(nome e cognome e data di nascita) </w:t>
      </w:r>
      <w:r w:rsidRPr="00163AEB">
        <w:rPr>
          <w:rFonts w:ascii="Verdana" w:hAnsi="Verdana" w:cs="Arial"/>
          <w:sz w:val="18"/>
          <w:szCs w:val="18"/>
        </w:rPr>
        <w:t>________________________________</w:t>
      </w:r>
      <w:r w:rsidR="00257C9E" w:rsidRPr="00163AEB">
        <w:rPr>
          <w:rFonts w:ascii="Verdana" w:hAnsi="Verdana" w:cs="Arial"/>
          <w:sz w:val="18"/>
          <w:szCs w:val="18"/>
        </w:rPr>
        <w:t>_________</w:t>
      </w:r>
      <w:r w:rsidRPr="00163AEB">
        <w:rPr>
          <w:rFonts w:ascii="Verdana" w:hAnsi="Verdana" w:cs="Arial"/>
          <w:sz w:val="18"/>
          <w:szCs w:val="18"/>
        </w:rPr>
        <w:t xml:space="preserve">, </w:t>
      </w:r>
    </w:p>
    <w:p w:rsidR="00D95C0B" w:rsidRPr="00163AE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in qualità di:</w:t>
      </w:r>
    </w:p>
    <w:p w:rsidR="00D95C0B" w:rsidRPr="00163AE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63AEB">
        <w:rPr>
          <w:rFonts w:ascii="Verdana" w:hAnsi="Verdana" w:cs="Arial"/>
          <w:sz w:val="18"/>
          <w:szCs w:val="18"/>
        </w:rPr>
        <w:instrText xml:space="preserve"> FORMCHECKBOX </w:instrText>
      </w:r>
      <w:r w:rsidR="007D71CB">
        <w:rPr>
          <w:rFonts w:ascii="Verdana" w:hAnsi="Verdana" w:cs="Arial"/>
          <w:sz w:val="18"/>
          <w:szCs w:val="18"/>
        </w:rPr>
      </w:r>
      <w:r w:rsidR="007D71CB">
        <w:rPr>
          <w:rFonts w:ascii="Verdana" w:hAnsi="Verdana" w:cs="Arial"/>
          <w:sz w:val="18"/>
          <w:szCs w:val="18"/>
        </w:rPr>
        <w:fldChar w:fldCharType="separate"/>
      </w:r>
      <w:r w:rsidRPr="00163AEB">
        <w:rPr>
          <w:rFonts w:ascii="Verdana" w:hAnsi="Verdana" w:cs="Arial"/>
          <w:sz w:val="18"/>
          <w:szCs w:val="18"/>
        </w:rPr>
        <w:fldChar w:fldCharType="end"/>
      </w:r>
      <w:r w:rsidRPr="00163AEB">
        <w:rPr>
          <w:rFonts w:ascii="Verdana" w:hAnsi="Verdana" w:cs="Arial"/>
          <w:sz w:val="18"/>
          <w:szCs w:val="18"/>
        </w:rPr>
        <w:t xml:space="preserve">Presidente </w:t>
      </w:r>
      <w:r w:rsidRPr="00163AE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63AEB">
        <w:rPr>
          <w:rFonts w:ascii="Verdana" w:hAnsi="Verdana" w:cs="Arial"/>
          <w:sz w:val="18"/>
          <w:szCs w:val="18"/>
        </w:rPr>
        <w:instrText xml:space="preserve"> FORMCHECKBOX </w:instrText>
      </w:r>
      <w:r w:rsidR="007D71CB">
        <w:rPr>
          <w:rFonts w:ascii="Verdana" w:hAnsi="Verdana" w:cs="Arial"/>
          <w:sz w:val="18"/>
          <w:szCs w:val="18"/>
        </w:rPr>
      </w:r>
      <w:r w:rsidR="007D71CB">
        <w:rPr>
          <w:rFonts w:ascii="Verdana" w:hAnsi="Verdana" w:cs="Arial"/>
          <w:sz w:val="18"/>
          <w:szCs w:val="18"/>
        </w:rPr>
        <w:fldChar w:fldCharType="separate"/>
      </w:r>
      <w:r w:rsidRPr="00163AEB">
        <w:rPr>
          <w:rFonts w:ascii="Verdana" w:hAnsi="Verdana" w:cs="Arial"/>
          <w:sz w:val="18"/>
          <w:szCs w:val="18"/>
        </w:rPr>
        <w:fldChar w:fldCharType="end"/>
      </w:r>
      <w:r w:rsidRPr="00163AEB">
        <w:rPr>
          <w:rFonts w:ascii="Verdana" w:hAnsi="Verdana" w:cs="Arial"/>
          <w:sz w:val="18"/>
          <w:szCs w:val="18"/>
        </w:rPr>
        <w:t xml:space="preserve">Amministratore </w:t>
      </w:r>
      <w:r w:rsidRPr="00163AE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63AEB">
        <w:rPr>
          <w:rFonts w:ascii="Verdana" w:hAnsi="Verdana" w:cs="Arial"/>
          <w:sz w:val="18"/>
          <w:szCs w:val="18"/>
        </w:rPr>
        <w:instrText xml:space="preserve"> FORMCHECKBOX </w:instrText>
      </w:r>
      <w:r w:rsidR="007D71CB">
        <w:rPr>
          <w:rFonts w:ascii="Verdana" w:hAnsi="Verdana" w:cs="Arial"/>
          <w:sz w:val="18"/>
          <w:szCs w:val="18"/>
        </w:rPr>
      </w:r>
      <w:r w:rsidR="007D71CB">
        <w:rPr>
          <w:rFonts w:ascii="Verdana" w:hAnsi="Verdana" w:cs="Arial"/>
          <w:sz w:val="18"/>
          <w:szCs w:val="18"/>
        </w:rPr>
        <w:fldChar w:fldCharType="separate"/>
      </w:r>
      <w:r w:rsidRPr="00163AEB">
        <w:rPr>
          <w:rFonts w:ascii="Verdana" w:hAnsi="Verdana" w:cs="Arial"/>
          <w:sz w:val="18"/>
          <w:szCs w:val="18"/>
        </w:rPr>
        <w:fldChar w:fldCharType="end"/>
      </w:r>
      <w:r w:rsidRPr="00163AEB">
        <w:rPr>
          <w:rFonts w:ascii="Verdana" w:hAnsi="Verdana" w:cs="Arial"/>
          <w:sz w:val="18"/>
          <w:szCs w:val="18"/>
        </w:rPr>
        <w:t xml:space="preserve">Procuratore </w:t>
      </w:r>
      <w:r w:rsidRPr="00163AEB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63AEB">
        <w:rPr>
          <w:rFonts w:ascii="Verdana" w:hAnsi="Verdana" w:cs="Arial"/>
          <w:sz w:val="18"/>
          <w:szCs w:val="18"/>
        </w:rPr>
        <w:instrText xml:space="preserve"> FORMCHECKBOX </w:instrText>
      </w:r>
      <w:r w:rsidR="007D71CB">
        <w:rPr>
          <w:rFonts w:ascii="Verdana" w:hAnsi="Verdana" w:cs="Arial"/>
          <w:sz w:val="18"/>
          <w:szCs w:val="18"/>
        </w:rPr>
      </w:r>
      <w:r w:rsidR="007D71CB">
        <w:rPr>
          <w:rFonts w:ascii="Verdana" w:hAnsi="Verdana" w:cs="Arial"/>
          <w:sz w:val="18"/>
          <w:szCs w:val="18"/>
        </w:rPr>
        <w:fldChar w:fldCharType="separate"/>
      </w:r>
      <w:r w:rsidRPr="00163AEB">
        <w:rPr>
          <w:rFonts w:ascii="Verdana" w:hAnsi="Verdana" w:cs="Arial"/>
          <w:sz w:val="18"/>
          <w:szCs w:val="18"/>
        </w:rPr>
        <w:fldChar w:fldCharType="end"/>
      </w:r>
      <w:r w:rsidRPr="00163AEB">
        <w:rPr>
          <w:rFonts w:ascii="Verdana" w:hAnsi="Verdana" w:cs="Arial"/>
          <w:sz w:val="18"/>
          <w:szCs w:val="18"/>
        </w:rPr>
        <w:t>altro (specificare) __________________________</w:t>
      </w:r>
      <w:r w:rsidR="00257C9E" w:rsidRPr="00163AEB">
        <w:rPr>
          <w:rFonts w:ascii="Verdana" w:hAnsi="Verdana" w:cs="Arial"/>
          <w:sz w:val="18"/>
          <w:szCs w:val="18"/>
        </w:rPr>
        <w:t>__</w:t>
      </w:r>
    </w:p>
    <w:p w:rsidR="00D95C0B" w:rsidRPr="00163AEB" w:rsidRDefault="00D95C0B" w:rsidP="00D95C0B">
      <w:pPr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 xml:space="preserve">e Legale Rappresentante della impresa </w:t>
      </w:r>
      <w:r w:rsidRPr="00163AEB">
        <w:rPr>
          <w:rFonts w:ascii="Verdana" w:hAnsi="Verdana" w:cs="Arial"/>
          <w:i/>
          <w:sz w:val="18"/>
          <w:szCs w:val="18"/>
        </w:rPr>
        <w:t xml:space="preserve">(Ragione Sociale/Denominazione Sociale) </w:t>
      </w:r>
      <w:r w:rsidRPr="00163AEB">
        <w:rPr>
          <w:rFonts w:ascii="Verdana" w:hAnsi="Verdana" w:cs="Arial"/>
          <w:sz w:val="18"/>
          <w:szCs w:val="18"/>
        </w:rPr>
        <w:t>_________________________</w:t>
      </w:r>
      <w:r w:rsidR="00257C9E" w:rsidRPr="00163AEB">
        <w:rPr>
          <w:rFonts w:ascii="Verdana" w:hAnsi="Verdana" w:cs="Arial"/>
          <w:sz w:val="18"/>
          <w:szCs w:val="18"/>
        </w:rPr>
        <w:t>_______</w:t>
      </w:r>
      <w:r w:rsidRPr="00163AEB">
        <w:rPr>
          <w:rFonts w:ascii="Verdana" w:hAnsi="Verdana" w:cs="Arial"/>
          <w:sz w:val="18"/>
          <w:szCs w:val="18"/>
        </w:rPr>
        <w:t xml:space="preserve">con sede in </w:t>
      </w:r>
      <w:r w:rsidR="00257C9E" w:rsidRPr="00163AEB">
        <w:rPr>
          <w:rFonts w:ascii="Verdana" w:hAnsi="Verdana" w:cs="Arial"/>
          <w:sz w:val="18"/>
          <w:szCs w:val="18"/>
        </w:rPr>
        <w:t>________________</w:t>
      </w:r>
      <w:r w:rsidRPr="00163AEB">
        <w:rPr>
          <w:rFonts w:ascii="Verdana" w:hAnsi="Verdana" w:cs="Arial"/>
          <w:sz w:val="18"/>
          <w:szCs w:val="18"/>
        </w:rPr>
        <w:t>__________</w:t>
      </w:r>
      <w:r w:rsidR="00257C9E" w:rsidRPr="00163AEB">
        <w:rPr>
          <w:rFonts w:ascii="Verdana" w:hAnsi="Verdana" w:cs="Arial"/>
          <w:sz w:val="18"/>
          <w:szCs w:val="18"/>
        </w:rPr>
        <w:t>___</w:t>
      </w:r>
      <w:r w:rsidR="00B319F1" w:rsidRPr="00163AEB">
        <w:rPr>
          <w:rFonts w:ascii="Verdana" w:hAnsi="Verdana" w:cs="Arial"/>
          <w:sz w:val="18"/>
          <w:szCs w:val="18"/>
        </w:rPr>
        <w:t xml:space="preserve"> C.F.</w:t>
      </w:r>
      <w:r w:rsidR="00257C9E" w:rsidRPr="00163AEB">
        <w:rPr>
          <w:rFonts w:ascii="Verdana" w:hAnsi="Verdana" w:cs="Arial"/>
          <w:sz w:val="18"/>
          <w:szCs w:val="18"/>
        </w:rPr>
        <w:t>:</w:t>
      </w:r>
      <w:r w:rsidRPr="00163AEB">
        <w:rPr>
          <w:rFonts w:ascii="Verdana" w:hAnsi="Verdana" w:cs="Arial"/>
          <w:sz w:val="18"/>
          <w:szCs w:val="18"/>
        </w:rPr>
        <w:t xml:space="preserve"> </w:t>
      </w:r>
      <w:r w:rsidR="00257C9E" w:rsidRPr="00163AEB">
        <w:rPr>
          <w:rFonts w:ascii="Verdana" w:hAnsi="Verdana" w:cs="Arial"/>
          <w:sz w:val="18"/>
          <w:szCs w:val="18"/>
        </w:rPr>
        <w:t>______</w:t>
      </w:r>
      <w:r w:rsidR="00B319F1" w:rsidRPr="00163AEB">
        <w:rPr>
          <w:rFonts w:ascii="Verdana" w:hAnsi="Verdana" w:cs="Arial"/>
          <w:sz w:val="18"/>
          <w:szCs w:val="18"/>
        </w:rPr>
        <w:t>_________________</w:t>
      </w:r>
      <w:proofErr w:type="gramStart"/>
      <w:r w:rsidRPr="00163AEB">
        <w:rPr>
          <w:rFonts w:ascii="Verdana" w:hAnsi="Verdana" w:cs="Arial"/>
          <w:sz w:val="18"/>
          <w:szCs w:val="18"/>
        </w:rPr>
        <w:t>P.I</w:t>
      </w:r>
      <w:r w:rsidR="00B319F1" w:rsidRPr="00163AEB">
        <w:rPr>
          <w:rFonts w:ascii="Verdana" w:hAnsi="Verdana" w:cs="Arial"/>
          <w:sz w:val="18"/>
          <w:szCs w:val="18"/>
        </w:rPr>
        <w:t>.:</w:t>
      </w:r>
      <w:r w:rsidR="00257C9E" w:rsidRPr="00163AEB">
        <w:rPr>
          <w:rFonts w:ascii="Verdana" w:hAnsi="Verdana" w:cs="Arial"/>
          <w:sz w:val="18"/>
          <w:szCs w:val="18"/>
        </w:rPr>
        <w:t>_</w:t>
      </w:r>
      <w:proofErr w:type="gramEnd"/>
      <w:r w:rsidR="00257C9E" w:rsidRPr="00163AEB">
        <w:rPr>
          <w:rFonts w:ascii="Verdana" w:hAnsi="Verdana" w:cs="Arial"/>
          <w:sz w:val="18"/>
          <w:szCs w:val="18"/>
        </w:rPr>
        <w:t>____________________________</w:t>
      </w:r>
    </w:p>
    <w:p w:rsidR="002A5AA7" w:rsidRPr="00163AEB" w:rsidRDefault="002A5AA7" w:rsidP="00EC41CE">
      <w:pPr>
        <w:adjustRightInd w:val="0"/>
        <w:spacing w:before="80" w:after="80" w:line="280" w:lineRule="exact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consapevole ai sensi e per gli effetti dell’art. 76 del DPR n° 445/2000 della responsabilità e delle conseguenze civili e penali previste in caso di rilascio di dichiarazioni mendaci e/o formazione di atti falsi e/o uso degli stessi;</w:t>
      </w:r>
    </w:p>
    <w:p w:rsidR="002A5AA7" w:rsidRPr="00163AEB" w:rsidRDefault="002A5AA7" w:rsidP="00EC41CE">
      <w:pPr>
        <w:adjustRightInd w:val="0"/>
        <w:spacing w:before="80" w:after="80" w:line="280" w:lineRule="exact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consapevole che, qualora fosse accertata ai sensi e per gli effetti dell’art. 71 e 75 del DPR n°445/2000, la non veridicità del contenuto della presente dichiarazione, l’impresa da lui rappresentata verrà esclusa dalla procedura per la quale è rilasciata, o, se risultata aggiudicataria, decadrà dall’aggiudicazione medesima;</w:t>
      </w:r>
    </w:p>
    <w:p w:rsidR="007C18CF" w:rsidRPr="00163AEB" w:rsidRDefault="007C18CF" w:rsidP="00EC41CE">
      <w:pPr>
        <w:tabs>
          <w:tab w:val="num" w:pos="360"/>
        </w:tabs>
        <w:adjustRightInd w:val="0"/>
        <w:spacing w:before="80" w:after="80" w:line="280" w:lineRule="exact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ai fini della partecipazione alla gara in oggetto</w:t>
      </w:r>
      <w:r w:rsidR="000E6046" w:rsidRPr="00163AEB">
        <w:rPr>
          <w:rFonts w:ascii="Verdana" w:hAnsi="Verdana" w:cs="Arial"/>
          <w:sz w:val="18"/>
          <w:szCs w:val="18"/>
        </w:rPr>
        <w:t xml:space="preserve"> </w:t>
      </w:r>
    </w:p>
    <w:p w:rsidR="00D90E11" w:rsidRPr="00163AEB" w:rsidRDefault="002A5AA7" w:rsidP="00B319F1">
      <w:pPr>
        <w:jc w:val="center"/>
        <w:rPr>
          <w:rFonts w:ascii="Verdana" w:hAnsi="Verdana"/>
          <w:b/>
          <w:sz w:val="18"/>
          <w:szCs w:val="18"/>
        </w:rPr>
      </w:pPr>
      <w:r w:rsidRPr="00163AEB">
        <w:rPr>
          <w:rFonts w:ascii="Verdana" w:hAnsi="Verdana"/>
          <w:b/>
          <w:sz w:val="18"/>
          <w:szCs w:val="18"/>
        </w:rPr>
        <w:t>DICHIARA</w:t>
      </w:r>
    </w:p>
    <w:p w:rsidR="007C18CF" w:rsidRPr="00163AEB" w:rsidRDefault="007C18CF" w:rsidP="00B319F1">
      <w:pPr>
        <w:pStyle w:val="Paragrafoelenco"/>
        <w:numPr>
          <w:ilvl w:val="0"/>
          <w:numId w:val="18"/>
        </w:numPr>
        <w:adjustRightInd w:val="0"/>
        <w:spacing w:line="280" w:lineRule="exac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 xml:space="preserve">di aver preso integrale conoscenza del </w:t>
      </w:r>
      <w:r w:rsidR="005554E8" w:rsidRPr="00163AEB">
        <w:rPr>
          <w:rFonts w:ascii="Verdana" w:hAnsi="Verdana" w:cs="Arial"/>
          <w:sz w:val="18"/>
          <w:szCs w:val="18"/>
        </w:rPr>
        <w:t>Progetto</w:t>
      </w:r>
      <w:r w:rsidRPr="00163AEB">
        <w:rPr>
          <w:rFonts w:ascii="Verdana" w:hAnsi="Verdana" w:cs="Arial"/>
          <w:sz w:val="18"/>
          <w:szCs w:val="18"/>
        </w:rPr>
        <w:t xml:space="preserve"> e di tutta la documentazione di gara, nonché delle norme che regolano la procedura di aggiudicazione e l’esecuzione del relativo contratto e di obbligarsi, in caso di aggiudicazione, ad osservarli in ogni loro parte; </w:t>
      </w:r>
    </w:p>
    <w:p w:rsidR="00257C9E" w:rsidRPr="00163AEB" w:rsidRDefault="007C18CF" w:rsidP="00B319F1">
      <w:pPr>
        <w:pStyle w:val="Paragrafoelenco"/>
        <w:numPr>
          <w:ilvl w:val="0"/>
          <w:numId w:val="18"/>
        </w:numPr>
        <w:adjustRightInd w:val="0"/>
        <w:spacing w:line="280" w:lineRule="exac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 xml:space="preserve">di aver preso piena conoscenza delle disposizioni inerenti alla descrizione </w:t>
      </w:r>
      <w:r w:rsidR="00257C9E" w:rsidRPr="00163AEB">
        <w:rPr>
          <w:rFonts w:ascii="Verdana" w:hAnsi="Verdana" w:cs="Arial"/>
          <w:sz w:val="18"/>
          <w:szCs w:val="18"/>
        </w:rPr>
        <w:t>delle attività</w:t>
      </w:r>
      <w:r w:rsidRPr="00163AEB">
        <w:rPr>
          <w:rFonts w:ascii="Verdana" w:hAnsi="Verdana" w:cs="Arial"/>
          <w:sz w:val="18"/>
          <w:szCs w:val="18"/>
        </w:rPr>
        <w:t xml:space="preserve"> </w:t>
      </w:r>
      <w:r w:rsidR="0061500F" w:rsidRPr="00163AEB">
        <w:rPr>
          <w:rFonts w:ascii="Verdana" w:hAnsi="Verdana" w:cs="Arial"/>
          <w:sz w:val="18"/>
          <w:szCs w:val="18"/>
        </w:rPr>
        <w:t>specificate nel progetto</w:t>
      </w:r>
      <w:r w:rsidRPr="00163AEB">
        <w:rPr>
          <w:rFonts w:ascii="Verdana" w:hAnsi="Verdana" w:cs="Arial"/>
          <w:sz w:val="18"/>
          <w:szCs w:val="18"/>
        </w:rPr>
        <w:t xml:space="preserve"> e che </w:t>
      </w:r>
      <w:r w:rsidR="00257C9E" w:rsidRPr="00163AEB">
        <w:rPr>
          <w:rFonts w:ascii="Verdana" w:hAnsi="Verdana" w:cs="Arial"/>
          <w:sz w:val="18"/>
          <w:szCs w:val="18"/>
        </w:rPr>
        <w:t>l’</w:t>
      </w:r>
      <w:r w:rsidR="00CF0661" w:rsidRPr="00163AEB">
        <w:rPr>
          <w:rFonts w:ascii="Verdana" w:hAnsi="Verdana" w:cs="Arial"/>
          <w:sz w:val="18"/>
          <w:szCs w:val="18"/>
        </w:rPr>
        <w:t>offerta</w:t>
      </w:r>
      <w:r w:rsidRPr="00163AEB">
        <w:rPr>
          <w:rFonts w:ascii="Verdana" w:hAnsi="Verdana" w:cs="Arial"/>
          <w:sz w:val="18"/>
          <w:szCs w:val="18"/>
        </w:rPr>
        <w:t xml:space="preserve"> rispetta tutti i requisiti minim</w:t>
      </w:r>
      <w:r w:rsidR="001E1439" w:rsidRPr="00163AEB">
        <w:rPr>
          <w:rFonts w:ascii="Verdana" w:hAnsi="Verdana" w:cs="Arial"/>
          <w:sz w:val="18"/>
          <w:szCs w:val="18"/>
        </w:rPr>
        <w:t>i indicati nei d</w:t>
      </w:r>
      <w:r w:rsidR="00257C9E" w:rsidRPr="00163AEB">
        <w:rPr>
          <w:rFonts w:ascii="Verdana" w:hAnsi="Verdana" w:cs="Arial"/>
          <w:sz w:val="18"/>
          <w:szCs w:val="18"/>
        </w:rPr>
        <w:t>ocumenti citati;</w:t>
      </w:r>
    </w:p>
    <w:p w:rsidR="00CF0661" w:rsidRPr="00163AEB" w:rsidRDefault="00CF0661" w:rsidP="00B319F1">
      <w:pPr>
        <w:pStyle w:val="Paragrafoelenco"/>
        <w:numPr>
          <w:ilvl w:val="0"/>
          <w:numId w:val="18"/>
        </w:numPr>
        <w:adjustRightInd w:val="0"/>
        <w:spacing w:line="280" w:lineRule="exac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di aver considerato e valutato tutte le condizioni relative a</w:t>
      </w:r>
      <w:r w:rsidR="0061500F" w:rsidRPr="00163AEB">
        <w:rPr>
          <w:rFonts w:ascii="Verdana" w:hAnsi="Verdana" w:cs="Arial"/>
          <w:sz w:val="18"/>
          <w:szCs w:val="18"/>
        </w:rPr>
        <w:t xml:space="preserve">i lavori </w:t>
      </w:r>
      <w:r w:rsidR="00257C9E" w:rsidRPr="00163AEB">
        <w:rPr>
          <w:rFonts w:ascii="Verdana" w:hAnsi="Verdana" w:cs="Arial"/>
          <w:sz w:val="18"/>
          <w:szCs w:val="18"/>
        </w:rPr>
        <w:t xml:space="preserve">di manutenzione </w:t>
      </w:r>
      <w:r w:rsidRPr="00163AEB">
        <w:rPr>
          <w:rFonts w:ascii="Verdana" w:hAnsi="Verdana" w:cs="Arial"/>
          <w:sz w:val="18"/>
          <w:szCs w:val="18"/>
        </w:rPr>
        <w:t xml:space="preserve">oggetto della procedura, che possono influire sulla determinazione dell’offerta e delle condizioni contrattuali e di aver preso conoscenza di tutte le circostanze, generali e specifiche, relative all’esecuzione del contratto e di averne tenuto conto nella formulazione dell’offerta economica; </w:t>
      </w:r>
    </w:p>
    <w:p w:rsidR="00CF0661" w:rsidRPr="00163AEB" w:rsidRDefault="00CF0661" w:rsidP="00B319F1">
      <w:pPr>
        <w:pStyle w:val="Paragrafoelenco"/>
        <w:numPr>
          <w:ilvl w:val="0"/>
          <w:numId w:val="18"/>
        </w:numPr>
        <w:adjustRightInd w:val="0"/>
        <w:spacing w:line="280" w:lineRule="exac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di aver tenuto conto, nella preparazione della propria offerta, degli obblighi relativi alle disposizioni in materia di sicurezza e di condizioni di lavoro nel luogo dove deve essere eseguito il servizio;</w:t>
      </w:r>
    </w:p>
    <w:p w:rsidR="00AB179E" w:rsidRPr="00163AEB" w:rsidRDefault="00AB179E" w:rsidP="00B319F1">
      <w:pPr>
        <w:pStyle w:val="Paragrafoelenco"/>
        <w:numPr>
          <w:ilvl w:val="0"/>
          <w:numId w:val="18"/>
        </w:numPr>
        <w:adjustRightInd w:val="0"/>
        <w:spacing w:line="280" w:lineRule="exac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di impegnarsi a mantenere valida e vincolante la propria offerta per 180 giorni consecutivi a decorrere dalla scadenza del termine per la presentazione delle offerte;</w:t>
      </w:r>
    </w:p>
    <w:p w:rsidR="00AB179E" w:rsidRPr="00163AEB" w:rsidRDefault="00AB179E" w:rsidP="00B319F1">
      <w:pPr>
        <w:pStyle w:val="Paragrafoelenco"/>
        <w:numPr>
          <w:ilvl w:val="0"/>
          <w:numId w:val="18"/>
        </w:numPr>
        <w:adjustRightInd w:val="0"/>
        <w:spacing w:line="280" w:lineRule="exac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di rendersi disponibile ad avviare anche prima della sottoscrizione del contratto e sotto riserva di legge, l’espletamento del presente appalto;</w:t>
      </w:r>
    </w:p>
    <w:p w:rsidR="00AB179E" w:rsidRPr="00163AEB" w:rsidRDefault="00AB179E" w:rsidP="00B319F1">
      <w:pPr>
        <w:pStyle w:val="Paragrafoelenco"/>
        <w:numPr>
          <w:ilvl w:val="0"/>
          <w:numId w:val="18"/>
        </w:numPr>
        <w:adjustRightInd w:val="0"/>
        <w:spacing w:line="280" w:lineRule="exac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di essere consapevole che, nel caso di accertamento della non veridicità delle dichiarazioni rese con la prese</w:t>
      </w:r>
      <w:r w:rsidR="0061614B" w:rsidRPr="00163AEB">
        <w:rPr>
          <w:rFonts w:ascii="Verdana" w:hAnsi="Verdana" w:cs="Arial"/>
          <w:sz w:val="18"/>
          <w:szCs w:val="18"/>
        </w:rPr>
        <w:t xml:space="preserve">nte </w:t>
      </w:r>
      <w:r w:rsidR="00CF0661" w:rsidRPr="00163AEB">
        <w:rPr>
          <w:rFonts w:ascii="Verdana" w:hAnsi="Verdana" w:cs="Arial"/>
          <w:sz w:val="18"/>
          <w:szCs w:val="18"/>
        </w:rPr>
        <w:t xml:space="preserve">dichiarazione </w:t>
      </w:r>
      <w:r w:rsidR="0061614B" w:rsidRPr="00163AEB">
        <w:rPr>
          <w:rFonts w:ascii="Verdana" w:hAnsi="Verdana" w:cs="Arial"/>
          <w:sz w:val="18"/>
          <w:szCs w:val="18"/>
        </w:rPr>
        <w:t>il concorrente verrà escluso</w:t>
      </w:r>
      <w:r w:rsidRPr="00163AEB">
        <w:rPr>
          <w:rFonts w:ascii="Verdana" w:hAnsi="Verdana" w:cs="Arial"/>
          <w:sz w:val="18"/>
          <w:szCs w:val="18"/>
        </w:rPr>
        <w:t xml:space="preserve"> dalla procedura o, se risultata aggiudicataria, decadrà dall’aggiudicazione della medesima;</w:t>
      </w:r>
    </w:p>
    <w:p w:rsidR="00C15469" w:rsidRPr="00163AEB" w:rsidRDefault="00C15469" w:rsidP="00B319F1">
      <w:pPr>
        <w:pStyle w:val="Paragrafoelenco"/>
        <w:numPr>
          <w:ilvl w:val="0"/>
          <w:numId w:val="18"/>
        </w:numPr>
        <w:adjustRightInd w:val="0"/>
        <w:spacing w:line="280" w:lineRule="exact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 xml:space="preserve">di aver preso visione dell’informativa relativa al trattamento dei dati personali, riportata </w:t>
      </w:r>
      <w:r w:rsidR="005554E8" w:rsidRPr="00163AEB">
        <w:rPr>
          <w:rFonts w:ascii="Verdana" w:hAnsi="Verdana" w:cs="Arial"/>
          <w:sz w:val="18"/>
          <w:szCs w:val="18"/>
        </w:rPr>
        <w:t>nella Lettera di invito</w:t>
      </w:r>
      <w:r w:rsidR="00A22ADA" w:rsidRPr="00163AEB">
        <w:rPr>
          <w:rFonts w:ascii="Verdana" w:hAnsi="Verdana" w:cs="Arial"/>
          <w:sz w:val="18"/>
          <w:szCs w:val="18"/>
        </w:rPr>
        <w:t>.</w:t>
      </w:r>
    </w:p>
    <w:p w:rsidR="00AB179E" w:rsidRPr="00163AEB" w:rsidRDefault="00AB179E" w:rsidP="00B319F1">
      <w:pPr>
        <w:spacing w:before="240"/>
        <w:rPr>
          <w:rFonts w:ascii="Verdana" w:hAnsi="Verdana" w:cs="Arial"/>
          <w:sz w:val="18"/>
          <w:szCs w:val="18"/>
        </w:rPr>
      </w:pPr>
      <w:r w:rsidRPr="00163AEB">
        <w:rPr>
          <w:rFonts w:ascii="Verdana" w:hAnsi="Verdana" w:cs="Arial"/>
          <w:sz w:val="18"/>
          <w:szCs w:val="18"/>
        </w:rPr>
        <w:t>Data........................</w:t>
      </w:r>
    </w:p>
    <w:p w:rsidR="00B319F1" w:rsidRPr="00163AEB" w:rsidRDefault="00B319F1" w:rsidP="00B319F1">
      <w:pPr>
        <w:tabs>
          <w:tab w:val="decimal" w:pos="-1701"/>
          <w:tab w:val="right" w:pos="567"/>
        </w:tabs>
        <w:ind w:left="709"/>
        <w:jc w:val="center"/>
        <w:outlineLvl w:val="0"/>
        <w:rPr>
          <w:rFonts w:ascii="Verdana" w:hAnsi="Verdana" w:cs="Arial"/>
          <w:b/>
          <w:bCs/>
          <w:sz w:val="18"/>
          <w:szCs w:val="18"/>
        </w:rPr>
      </w:pPr>
    </w:p>
    <w:p w:rsidR="00AB179E" w:rsidRPr="00163AEB" w:rsidRDefault="00B7539E" w:rsidP="00B319F1">
      <w:pPr>
        <w:tabs>
          <w:tab w:val="decimal" w:pos="-1701"/>
          <w:tab w:val="right" w:pos="567"/>
        </w:tabs>
        <w:ind w:left="709"/>
        <w:jc w:val="center"/>
        <w:outlineLvl w:val="0"/>
        <w:rPr>
          <w:rFonts w:ascii="Verdana" w:hAnsi="Verdana" w:cs="Arial"/>
          <w:b/>
          <w:bCs/>
          <w:sz w:val="18"/>
          <w:szCs w:val="18"/>
        </w:rPr>
      </w:pPr>
      <w:r w:rsidRPr="00163AEB">
        <w:rPr>
          <w:rFonts w:ascii="Verdana" w:hAnsi="Verdana" w:cs="Arial"/>
          <w:b/>
          <w:bCs/>
          <w:sz w:val="18"/>
          <w:szCs w:val="18"/>
        </w:rPr>
        <w:t>Firmato digitalmente</w:t>
      </w:r>
    </w:p>
    <w:p w:rsidR="00EC71DC" w:rsidRPr="00163AEB" w:rsidRDefault="00B319F1" w:rsidP="00B319F1">
      <w:pPr>
        <w:tabs>
          <w:tab w:val="decimal" w:pos="-1701"/>
          <w:tab w:val="right" w:pos="567"/>
        </w:tabs>
        <w:ind w:left="709"/>
        <w:jc w:val="center"/>
        <w:outlineLvl w:val="0"/>
        <w:rPr>
          <w:rFonts w:ascii="Verdana" w:hAnsi="Verdana" w:cs="Arial"/>
          <w:i/>
          <w:sz w:val="18"/>
          <w:szCs w:val="18"/>
        </w:rPr>
      </w:pPr>
      <w:r w:rsidRPr="00163AEB">
        <w:rPr>
          <w:rFonts w:ascii="Verdana" w:hAnsi="Verdana" w:cs="Arial"/>
          <w:b/>
          <w:bCs/>
          <w:sz w:val="18"/>
          <w:szCs w:val="18"/>
        </w:rPr>
        <w:t>Il Legale Rappresentante</w:t>
      </w:r>
    </w:p>
    <w:sectPr w:rsidR="00EC71DC" w:rsidRPr="00163AEB" w:rsidSect="001615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0E" w:rsidRDefault="0059070E" w:rsidP="00C4675E">
      <w:r>
        <w:separator/>
      </w:r>
    </w:p>
  </w:endnote>
  <w:endnote w:type="continuationSeparator" w:id="0">
    <w:p w:rsidR="0059070E" w:rsidRDefault="0059070E" w:rsidP="00C4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altName w:val="Titillium Web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9F1" w:rsidRDefault="00B319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B8B" w:rsidRPr="00B319F1" w:rsidRDefault="00521B8B" w:rsidP="00606695">
    <w:pPr>
      <w:pStyle w:val="Pidipagina"/>
      <w:jc w:val="right"/>
      <w:rPr>
        <w:rFonts w:ascii="Verdana" w:hAnsi="Verdana"/>
      </w:rPr>
    </w:pPr>
    <w:r w:rsidRPr="00B319F1">
      <w:rPr>
        <w:rFonts w:ascii="Verdana" w:hAnsi="Verdana"/>
      </w:rPr>
      <w:fldChar w:fldCharType="begin"/>
    </w:r>
    <w:r w:rsidRPr="00B319F1">
      <w:rPr>
        <w:rFonts w:ascii="Verdana" w:hAnsi="Verdana"/>
      </w:rPr>
      <w:instrText>PAGE   \* MERGEFORMAT</w:instrText>
    </w:r>
    <w:r w:rsidRPr="00B319F1">
      <w:rPr>
        <w:rFonts w:ascii="Verdana" w:hAnsi="Verdana"/>
      </w:rPr>
      <w:fldChar w:fldCharType="separate"/>
    </w:r>
    <w:r w:rsidR="007D71CB">
      <w:rPr>
        <w:rFonts w:ascii="Verdana" w:hAnsi="Verdana"/>
        <w:noProof/>
      </w:rPr>
      <w:t>1</w:t>
    </w:r>
    <w:r w:rsidRPr="00B319F1">
      <w:rPr>
        <w:rFonts w:ascii="Verdana" w:hAnsi="Verdana"/>
      </w:rPr>
      <w:fldChar w:fldCharType="end"/>
    </w:r>
    <w:r w:rsidR="00460C0F" w:rsidRPr="00B319F1">
      <w:rPr>
        <w:rFonts w:ascii="Verdana" w:hAnsi="Verdana"/>
      </w:rPr>
      <w:t>/1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9F1" w:rsidRDefault="00B319F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0E" w:rsidRDefault="0059070E" w:rsidP="00C4675E">
      <w:r>
        <w:separator/>
      </w:r>
    </w:p>
  </w:footnote>
  <w:footnote w:type="continuationSeparator" w:id="0">
    <w:p w:rsidR="0059070E" w:rsidRDefault="0059070E" w:rsidP="00C4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9F1" w:rsidRDefault="00B319F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214" w:rsidRPr="00962703" w:rsidRDefault="00DC5214" w:rsidP="00DC5214">
    <w:pPr>
      <w:widowControl w:val="0"/>
      <w:spacing w:before="120" w:after="120"/>
      <w:jc w:val="right"/>
      <w:rPr>
        <w:rStyle w:val="Enfasidelicata"/>
        <w:rFonts w:ascii="Verdana" w:hAnsi="Verdana"/>
        <w:sz w:val="14"/>
        <w:szCs w:val="14"/>
      </w:rPr>
    </w:pPr>
    <w:r w:rsidRPr="00962703">
      <w:rPr>
        <w:rStyle w:val="Enfasidelicata"/>
        <w:rFonts w:ascii="Verdana" w:hAnsi="Verdana"/>
        <w:sz w:val="14"/>
        <w:szCs w:val="14"/>
      </w:rPr>
      <w:t>A</w:t>
    </w:r>
    <w:r w:rsidR="00A21F1A">
      <w:rPr>
        <w:rStyle w:val="Enfasidelicata"/>
        <w:rFonts w:ascii="Verdana" w:hAnsi="Verdana"/>
        <w:sz w:val="14"/>
        <w:szCs w:val="14"/>
      </w:rPr>
      <w:t>llegato A1-</w:t>
    </w:r>
    <w:r w:rsidRPr="00962703">
      <w:rPr>
        <w:rStyle w:val="Enfasidelicata"/>
        <w:rFonts w:ascii="Verdana" w:hAnsi="Verdana"/>
        <w:sz w:val="14"/>
        <w:szCs w:val="14"/>
      </w:rPr>
      <w:t xml:space="preserve"> Modello dichiarazione a corredo della documentazione di gara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9F1" w:rsidRDefault="00B319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A2"/>
    <w:multiLevelType w:val="hybridMultilevel"/>
    <w:tmpl w:val="E190146E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17"/>
    <w:multiLevelType w:val="singleLevel"/>
    <w:tmpl w:val="D06C5F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3" w15:restartNumberingAfterBreak="0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58C5F5A"/>
    <w:multiLevelType w:val="hybridMultilevel"/>
    <w:tmpl w:val="9E6E75B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89A0BA5"/>
    <w:multiLevelType w:val="hybridMultilevel"/>
    <w:tmpl w:val="F2DA1E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F7093"/>
    <w:multiLevelType w:val="hybridMultilevel"/>
    <w:tmpl w:val="02F6EB8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66F22499"/>
    <w:multiLevelType w:val="hybridMultilevel"/>
    <w:tmpl w:val="C8D62CFE"/>
    <w:lvl w:ilvl="0" w:tplc="1C9CFC5A">
      <w:start w:val="3"/>
      <w:numFmt w:val="bullet"/>
      <w:lvlText w:val="-"/>
      <w:lvlJc w:val="left"/>
      <w:pPr>
        <w:ind w:left="589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0" w15:restartNumberingAfterBreak="0">
    <w:nsid w:val="68FB231E"/>
    <w:multiLevelType w:val="hybridMultilevel"/>
    <w:tmpl w:val="C0ACF744"/>
    <w:lvl w:ilvl="0" w:tplc="3652665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CA6D46">
      <w:start w:val="1"/>
      <w:numFmt w:val="lowerLetter"/>
      <w:lvlText w:val="%2)"/>
      <w:lvlJc w:val="left"/>
      <w:pPr>
        <w:tabs>
          <w:tab w:val="num" w:pos="927"/>
        </w:tabs>
        <w:ind w:left="907" w:hanging="340"/>
      </w:pPr>
      <w:rPr>
        <w:rFonts w:ascii="Verdana" w:hAnsi="Verdana" w:cs="Verdana"/>
        <w:b/>
        <w:bCs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A576BEA"/>
    <w:multiLevelType w:val="hybridMultilevel"/>
    <w:tmpl w:val="57D630E6"/>
    <w:lvl w:ilvl="0" w:tplc="1D04A6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603CF"/>
    <w:multiLevelType w:val="hybridMultilevel"/>
    <w:tmpl w:val="75B64FD6"/>
    <w:lvl w:ilvl="0" w:tplc="733E92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A389C"/>
    <w:multiLevelType w:val="hybridMultilevel"/>
    <w:tmpl w:val="EAFA3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14"/>
  </w:num>
  <w:num w:numId="12">
    <w:abstractNumId w:val="13"/>
  </w:num>
  <w:num w:numId="13">
    <w:abstractNumId w:val="6"/>
  </w:num>
  <w:num w:numId="14">
    <w:abstractNumId w:val="0"/>
  </w:num>
  <w:num w:numId="15">
    <w:abstractNumId w:val="7"/>
  </w:num>
  <w:num w:numId="16">
    <w:abstractNumId w:val="11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BA"/>
    <w:rsid w:val="0002665B"/>
    <w:rsid w:val="00027ECF"/>
    <w:rsid w:val="0003129A"/>
    <w:rsid w:val="00032191"/>
    <w:rsid w:val="000346FE"/>
    <w:rsid w:val="00047D54"/>
    <w:rsid w:val="000510A2"/>
    <w:rsid w:val="00052878"/>
    <w:rsid w:val="00066381"/>
    <w:rsid w:val="000930A4"/>
    <w:rsid w:val="000946B3"/>
    <w:rsid w:val="000B10DB"/>
    <w:rsid w:val="000B1F9C"/>
    <w:rsid w:val="000B77C6"/>
    <w:rsid w:val="000C2FA7"/>
    <w:rsid w:val="000E0691"/>
    <w:rsid w:val="000E6046"/>
    <w:rsid w:val="000E6565"/>
    <w:rsid w:val="00124145"/>
    <w:rsid w:val="00133A87"/>
    <w:rsid w:val="00136816"/>
    <w:rsid w:val="00145216"/>
    <w:rsid w:val="0015558F"/>
    <w:rsid w:val="00161557"/>
    <w:rsid w:val="00163AEB"/>
    <w:rsid w:val="001D0AC6"/>
    <w:rsid w:val="001D1917"/>
    <w:rsid w:val="001E1439"/>
    <w:rsid w:val="001F7DCF"/>
    <w:rsid w:val="00205D25"/>
    <w:rsid w:val="0022268C"/>
    <w:rsid w:val="00257C9E"/>
    <w:rsid w:val="00262A43"/>
    <w:rsid w:val="00267FA8"/>
    <w:rsid w:val="0027682E"/>
    <w:rsid w:val="00281A38"/>
    <w:rsid w:val="002A3589"/>
    <w:rsid w:val="002A5AA7"/>
    <w:rsid w:val="002B1A97"/>
    <w:rsid w:val="002F2E61"/>
    <w:rsid w:val="002F723A"/>
    <w:rsid w:val="00313002"/>
    <w:rsid w:val="00336920"/>
    <w:rsid w:val="00337458"/>
    <w:rsid w:val="00371F0E"/>
    <w:rsid w:val="003B34C3"/>
    <w:rsid w:val="003B3DD5"/>
    <w:rsid w:val="003C5D49"/>
    <w:rsid w:val="003D0AE6"/>
    <w:rsid w:val="003F0A6F"/>
    <w:rsid w:val="0040279A"/>
    <w:rsid w:val="00407BE4"/>
    <w:rsid w:val="0043597F"/>
    <w:rsid w:val="00447247"/>
    <w:rsid w:val="00460C0F"/>
    <w:rsid w:val="00462D9D"/>
    <w:rsid w:val="00490233"/>
    <w:rsid w:val="004A5818"/>
    <w:rsid w:val="004B0FBF"/>
    <w:rsid w:val="004C7BF4"/>
    <w:rsid w:val="004E4130"/>
    <w:rsid w:val="004E5F94"/>
    <w:rsid w:val="004F71E7"/>
    <w:rsid w:val="00504208"/>
    <w:rsid w:val="00521B8B"/>
    <w:rsid w:val="005223B2"/>
    <w:rsid w:val="00530D20"/>
    <w:rsid w:val="005327E4"/>
    <w:rsid w:val="0053755E"/>
    <w:rsid w:val="00547518"/>
    <w:rsid w:val="005554E8"/>
    <w:rsid w:val="00577EBB"/>
    <w:rsid w:val="0059070E"/>
    <w:rsid w:val="00590B16"/>
    <w:rsid w:val="005A3E91"/>
    <w:rsid w:val="005A6A8B"/>
    <w:rsid w:val="005B12BE"/>
    <w:rsid w:val="005B59DE"/>
    <w:rsid w:val="005C0616"/>
    <w:rsid w:val="005C2FD7"/>
    <w:rsid w:val="00606695"/>
    <w:rsid w:val="00607E5F"/>
    <w:rsid w:val="0061500F"/>
    <w:rsid w:val="0061614B"/>
    <w:rsid w:val="00630A65"/>
    <w:rsid w:val="00655174"/>
    <w:rsid w:val="006664E8"/>
    <w:rsid w:val="006701AA"/>
    <w:rsid w:val="00676B32"/>
    <w:rsid w:val="00683454"/>
    <w:rsid w:val="006B3CEC"/>
    <w:rsid w:val="006B3D23"/>
    <w:rsid w:val="006D5919"/>
    <w:rsid w:val="006E44F5"/>
    <w:rsid w:val="006F53D4"/>
    <w:rsid w:val="007031E1"/>
    <w:rsid w:val="007117A2"/>
    <w:rsid w:val="00715AAF"/>
    <w:rsid w:val="0071669B"/>
    <w:rsid w:val="007308E1"/>
    <w:rsid w:val="00766A23"/>
    <w:rsid w:val="0077734F"/>
    <w:rsid w:val="007B6FAD"/>
    <w:rsid w:val="007C18CF"/>
    <w:rsid w:val="007D71CB"/>
    <w:rsid w:val="00814663"/>
    <w:rsid w:val="0081737D"/>
    <w:rsid w:val="008242FC"/>
    <w:rsid w:val="008362A5"/>
    <w:rsid w:val="00843001"/>
    <w:rsid w:val="0087195F"/>
    <w:rsid w:val="00877E63"/>
    <w:rsid w:val="008B35DF"/>
    <w:rsid w:val="008C260D"/>
    <w:rsid w:val="0090054B"/>
    <w:rsid w:val="009179C8"/>
    <w:rsid w:val="009238D5"/>
    <w:rsid w:val="00932557"/>
    <w:rsid w:val="00941AA6"/>
    <w:rsid w:val="00944BAB"/>
    <w:rsid w:val="009457E3"/>
    <w:rsid w:val="00962703"/>
    <w:rsid w:val="00966FBA"/>
    <w:rsid w:val="00990EA8"/>
    <w:rsid w:val="00995A09"/>
    <w:rsid w:val="009B1156"/>
    <w:rsid w:val="009B6A39"/>
    <w:rsid w:val="009B7F08"/>
    <w:rsid w:val="009D2DC3"/>
    <w:rsid w:val="009F2613"/>
    <w:rsid w:val="009F3005"/>
    <w:rsid w:val="00A04894"/>
    <w:rsid w:val="00A21F1A"/>
    <w:rsid w:val="00A22ADA"/>
    <w:rsid w:val="00A23530"/>
    <w:rsid w:val="00A479BE"/>
    <w:rsid w:val="00A70AD0"/>
    <w:rsid w:val="00A72B60"/>
    <w:rsid w:val="00A7779E"/>
    <w:rsid w:val="00AB179E"/>
    <w:rsid w:val="00AB2123"/>
    <w:rsid w:val="00AB3105"/>
    <w:rsid w:val="00B006C5"/>
    <w:rsid w:val="00B0181D"/>
    <w:rsid w:val="00B203BD"/>
    <w:rsid w:val="00B319F1"/>
    <w:rsid w:val="00B62273"/>
    <w:rsid w:val="00B725BF"/>
    <w:rsid w:val="00B748C0"/>
    <w:rsid w:val="00B7539E"/>
    <w:rsid w:val="00B76343"/>
    <w:rsid w:val="00B76376"/>
    <w:rsid w:val="00C01317"/>
    <w:rsid w:val="00C15469"/>
    <w:rsid w:val="00C17BFF"/>
    <w:rsid w:val="00C355A7"/>
    <w:rsid w:val="00C4675E"/>
    <w:rsid w:val="00C61C76"/>
    <w:rsid w:val="00C64603"/>
    <w:rsid w:val="00C669E1"/>
    <w:rsid w:val="00C713CD"/>
    <w:rsid w:val="00CA48C1"/>
    <w:rsid w:val="00CB47AB"/>
    <w:rsid w:val="00CB7111"/>
    <w:rsid w:val="00CC316A"/>
    <w:rsid w:val="00CF0661"/>
    <w:rsid w:val="00CF0CAD"/>
    <w:rsid w:val="00D14C5F"/>
    <w:rsid w:val="00D4764B"/>
    <w:rsid w:val="00D5016F"/>
    <w:rsid w:val="00D56E73"/>
    <w:rsid w:val="00D61198"/>
    <w:rsid w:val="00D90C3C"/>
    <w:rsid w:val="00D90E11"/>
    <w:rsid w:val="00D95C0B"/>
    <w:rsid w:val="00D96AA6"/>
    <w:rsid w:val="00DB1B77"/>
    <w:rsid w:val="00DB7955"/>
    <w:rsid w:val="00DC5214"/>
    <w:rsid w:val="00DE1026"/>
    <w:rsid w:val="00DE35F1"/>
    <w:rsid w:val="00DF2F6B"/>
    <w:rsid w:val="00E04927"/>
    <w:rsid w:val="00E15607"/>
    <w:rsid w:val="00E301C4"/>
    <w:rsid w:val="00E40248"/>
    <w:rsid w:val="00E56B36"/>
    <w:rsid w:val="00E67621"/>
    <w:rsid w:val="00E72DFD"/>
    <w:rsid w:val="00E75173"/>
    <w:rsid w:val="00E83103"/>
    <w:rsid w:val="00E90708"/>
    <w:rsid w:val="00EA01BD"/>
    <w:rsid w:val="00EC41CE"/>
    <w:rsid w:val="00EC71DC"/>
    <w:rsid w:val="00F0167C"/>
    <w:rsid w:val="00F52849"/>
    <w:rsid w:val="00F74D18"/>
    <w:rsid w:val="00F76BD4"/>
    <w:rsid w:val="00F83D74"/>
    <w:rsid w:val="00F86437"/>
    <w:rsid w:val="00F97606"/>
    <w:rsid w:val="00F97A54"/>
    <w:rsid w:val="00FA6894"/>
    <w:rsid w:val="00FC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efaultImageDpi w14:val="0"/>
  <w15:docId w15:val="{A5072C4E-009D-4D94-BBF1-F4C9FB75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6FBA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6FBA"/>
    <w:pPr>
      <w:keepNext/>
      <w:spacing w:line="360" w:lineRule="auto"/>
      <w:ind w:left="1068"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66FBA"/>
    <w:pPr>
      <w:keepNext/>
      <w:widowControl w:val="0"/>
      <w:spacing w:line="479" w:lineRule="exac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66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66FBA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66FBA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66FBA"/>
    <w:rPr>
      <w:rFonts w:cs="Times New Roman"/>
      <w:b/>
      <w:bCs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Pr>
      <w:rFonts w:ascii="Calibri" w:hAnsi="Calibri" w:cs="Calibri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966FBA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966FBA"/>
    <w:pPr>
      <w:spacing w:line="360" w:lineRule="auto"/>
      <w:ind w:left="1068"/>
      <w:jc w:val="both"/>
    </w:pPr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966FBA"/>
    <w:rPr>
      <w:rFonts w:cs="Times New Roman"/>
      <w:i/>
      <w:iCs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66FBA"/>
    <w:pPr>
      <w:spacing w:line="360" w:lineRule="auto"/>
      <w:ind w:left="360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966FBA"/>
    <w:rPr>
      <w:rFonts w:cs="Times New Roman"/>
      <w:sz w:val="24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966FB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262A43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3C5D49"/>
    <w:pPr>
      <w:autoSpaceDE/>
      <w:autoSpaceDN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rsid w:val="00AB179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4675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467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4675E"/>
    <w:rPr>
      <w:rFonts w:cs="Times New Roman"/>
      <w:sz w:val="24"/>
      <w:szCs w:val="24"/>
    </w:rPr>
  </w:style>
  <w:style w:type="paragraph" w:customStyle="1" w:styleId="Punti">
    <w:name w:val="Punti"/>
    <w:basedOn w:val="Normale"/>
    <w:rsid w:val="002A5AA7"/>
    <w:pPr>
      <w:tabs>
        <w:tab w:val="left" w:pos="2835"/>
      </w:tabs>
      <w:autoSpaceDE/>
      <w:autoSpaceDN/>
      <w:spacing w:after="120"/>
      <w:jc w:val="both"/>
    </w:pPr>
    <w:rPr>
      <w:rFonts w:ascii="Verdana" w:hAnsi="Verdana"/>
      <w:sz w:val="16"/>
      <w:szCs w:val="20"/>
    </w:rPr>
  </w:style>
  <w:style w:type="paragraph" w:styleId="Paragrafoelenco">
    <w:name w:val="List Paragraph"/>
    <w:basedOn w:val="Normale"/>
    <w:uiPriority w:val="34"/>
    <w:qFormat/>
    <w:rsid w:val="002A5AA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C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CAD"/>
    <w:rPr>
      <w:rFonts w:ascii="Segoe UI" w:hAnsi="Segoe UI" w:cs="Segoe UI"/>
      <w:sz w:val="18"/>
      <w:szCs w:val="18"/>
    </w:rPr>
  </w:style>
  <w:style w:type="character" w:styleId="Enfasidelicata">
    <w:name w:val="Subtle Emphasis"/>
    <w:basedOn w:val="Carpredefinitoparagrafo"/>
    <w:uiPriority w:val="19"/>
    <w:qFormat/>
    <w:rsid w:val="00962703"/>
    <w:rPr>
      <w:i/>
      <w:iCs/>
      <w:color w:val="404040" w:themeColor="text1" w:themeTint="BF"/>
    </w:rPr>
  </w:style>
  <w:style w:type="paragraph" w:customStyle="1" w:styleId="Default">
    <w:name w:val="Default"/>
    <w:rsid w:val="007D71CB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8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B71F3678.dotm</Template>
  <TotalTime>71</TotalTime>
  <Pages>1</Pages>
  <Words>413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 legale</vt:lpstr>
    </vt:vector>
  </TitlesOfParts>
  <Company>comune di terni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subject/>
  <dc:creator>Luca Tabarrini</dc:creator>
  <cp:keywords/>
  <dc:description/>
  <cp:lastModifiedBy>Sini, Gianfranca</cp:lastModifiedBy>
  <cp:revision>23</cp:revision>
  <cp:lastPrinted>2020-01-30T13:21:00Z</cp:lastPrinted>
  <dcterms:created xsi:type="dcterms:W3CDTF">2020-01-27T14:39:00Z</dcterms:created>
  <dcterms:modified xsi:type="dcterms:W3CDTF">2023-06-29T14:24:00Z</dcterms:modified>
</cp:coreProperties>
</file>