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672153">
        <w:rPr>
          <w:rFonts w:ascii="Verdana" w:hAnsi="Verdana" w:cs="Arial"/>
          <w:sz w:val="18"/>
          <w:szCs w:val="18"/>
        </w:rPr>
      </w:r>
      <w:r w:rsidR="00672153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672153">
        <w:rPr>
          <w:rFonts w:ascii="Verdana" w:hAnsi="Verdana" w:cs="Arial"/>
          <w:sz w:val="18"/>
          <w:szCs w:val="18"/>
        </w:rPr>
      </w:r>
      <w:r w:rsidR="00672153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672153">
        <w:rPr>
          <w:rFonts w:ascii="Verdana" w:hAnsi="Verdana" w:cs="Arial"/>
          <w:sz w:val="18"/>
          <w:szCs w:val="18"/>
        </w:rPr>
      </w:r>
      <w:r w:rsidR="00672153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672153">
        <w:rPr>
          <w:rFonts w:ascii="Verdana" w:hAnsi="Verdana" w:cs="Arial"/>
          <w:sz w:val="18"/>
          <w:szCs w:val="18"/>
        </w:rPr>
      </w:r>
      <w:r w:rsidR="00672153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37566A" w:rsidRPr="00E151AE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>DICHIARA</w:t>
      </w:r>
    </w:p>
    <w:p w:rsidR="00E151AE" w:rsidRDefault="009F4B5E" w:rsidP="00FC7869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 xml:space="preserve">che per l’esecuzione </w:t>
      </w:r>
      <w:r w:rsidR="00DE4C2B" w:rsidRPr="00E151AE">
        <w:rPr>
          <w:rFonts w:ascii="Verdana" w:hAnsi="Verdana" w:cs="Arial"/>
          <w:sz w:val="18"/>
          <w:szCs w:val="18"/>
        </w:rPr>
        <w:t>del</w:t>
      </w:r>
      <w:r w:rsidR="0090599F">
        <w:rPr>
          <w:rFonts w:ascii="Verdana" w:hAnsi="Verdana" w:cs="Arial"/>
          <w:sz w:val="18"/>
          <w:szCs w:val="18"/>
        </w:rPr>
        <w:t>la fornitura</w:t>
      </w:r>
      <w:r w:rsidR="00FC7869">
        <w:rPr>
          <w:rFonts w:ascii="Verdana" w:hAnsi="Verdana" w:cs="Arial"/>
          <w:sz w:val="18"/>
          <w:szCs w:val="18"/>
        </w:rPr>
        <w:t xml:space="preserve"> in oggetto</w:t>
      </w:r>
      <w:r w:rsidRPr="00E151AE">
        <w:rPr>
          <w:rFonts w:ascii="Verdana" w:hAnsi="Verdana" w:cs="Arial"/>
          <w:sz w:val="18"/>
          <w:szCs w:val="18"/>
        </w:rPr>
        <w:t xml:space="preserve"> il prezzo offerto è </w:t>
      </w:r>
      <w:r w:rsidRPr="00E151AE">
        <w:rPr>
          <w:rFonts w:ascii="Verdana" w:hAnsi="Verdana" w:cs="Arial"/>
          <w:b/>
          <w:sz w:val="18"/>
          <w:szCs w:val="18"/>
        </w:rPr>
        <w:t>€</w:t>
      </w:r>
      <w:r w:rsidRPr="00E151AE">
        <w:rPr>
          <w:rFonts w:ascii="Verdana" w:hAnsi="Verdana" w:cs="Arial"/>
          <w:sz w:val="18"/>
          <w:szCs w:val="18"/>
        </w:rPr>
        <w:t xml:space="preserve"> </w:t>
      </w:r>
      <w:r w:rsidR="00DE4C2B" w:rsidRPr="00E151AE">
        <w:rPr>
          <w:rFonts w:ascii="Verdana" w:hAnsi="Verdana" w:cs="Arial"/>
          <w:sz w:val="18"/>
          <w:szCs w:val="18"/>
        </w:rPr>
        <w:t>_______</w:t>
      </w:r>
      <w:r w:rsidRPr="00E151AE">
        <w:rPr>
          <w:rFonts w:ascii="Verdana" w:hAnsi="Verdana" w:cs="Arial"/>
          <w:sz w:val="18"/>
          <w:szCs w:val="18"/>
        </w:rPr>
        <w:t>_____________</w:t>
      </w:r>
      <w:r w:rsidR="00DE4C2B" w:rsidRPr="00E151AE">
        <w:rPr>
          <w:rFonts w:ascii="Verdana" w:hAnsi="Verdana" w:cs="Arial"/>
          <w:sz w:val="18"/>
          <w:szCs w:val="18"/>
        </w:rPr>
        <w:t>_____</w:t>
      </w:r>
      <w:r w:rsidRPr="00E151AE">
        <w:rPr>
          <w:rFonts w:ascii="Verdana" w:hAnsi="Verdana" w:cs="Arial"/>
          <w:sz w:val="18"/>
          <w:szCs w:val="18"/>
        </w:rPr>
        <w:t xml:space="preserve"> (in cifre) </w:t>
      </w:r>
      <w:r w:rsidRPr="00E151AE">
        <w:rPr>
          <w:rFonts w:ascii="Verdana" w:hAnsi="Verdana" w:cs="Arial"/>
          <w:b/>
          <w:sz w:val="18"/>
          <w:szCs w:val="18"/>
        </w:rPr>
        <w:t>euro</w:t>
      </w:r>
      <w:r w:rsidRPr="00E151AE">
        <w:rPr>
          <w:rFonts w:ascii="Verdana" w:hAnsi="Verdana" w:cs="Arial"/>
          <w:sz w:val="18"/>
          <w:szCs w:val="18"/>
        </w:rPr>
        <w:t>________________________________</w:t>
      </w:r>
      <w:r w:rsidR="00D91BF2" w:rsidRPr="00E151AE">
        <w:rPr>
          <w:rFonts w:ascii="Verdana" w:hAnsi="Verdana" w:cs="Arial"/>
          <w:sz w:val="18"/>
          <w:szCs w:val="18"/>
        </w:rPr>
        <w:t>______</w:t>
      </w:r>
      <w:r w:rsidR="00B82B5C">
        <w:rPr>
          <w:rFonts w:ascii="Verdana" w:hAnsi="Verdana" w:cs="Arial"/>
          <w:sz w:val="18"/>
          <w:szCs w:val="18"/>
        </w:rPr>
        <w:t xml:space="preserve"> (in lettere)</w:t>
      </w:r>
      <w:r w:rsidR="00E71643" w:rsidRPr="00E151AE">
        <w:rPr>
          <w:rFonts w:ascii="Verdana" w:hAnsi="Verdana" w:cs="Arial"/>
          <w:sz w:val="18"/>
          <w:szCs w:val="18"/>
        </w:rPr>
        <w:t xml:space="preserve"> oltre € 0,00 per oneri della sicurezza </w:t>
      </w:r>
      <w:r w:rsidR="00D91BF2" w:rsidRPr="00E151AE">
        <w:rPr>
          <w:rFonts w:ascii="Verdana" w:hAnsi="Verdana" w:cs="Arial"/>
          <w:sz w:val="18"/>
          <w:szCs w:val="18"/>
        </w:rPr>
        <w:t>esclusa IVA di legge</w:t>
      </w:r>
      <w:r w:rsidR="00FC7869">
        <w:rPr>
          <w:rFonts w:ascii="Verdana" w:hAnsi="Verdana" w:cs="Arial"/>
          <w:sz w:val="18"/>
          <w:szCs w:val="18"/>
        </w:rPr>
        <w:t>;</w:t>
      </w:r>
    </w:p>
    <w:p w:rsidR="00EB1C86" w:rsidRPr="002B312C" w:rsidRDefault="00EB1C86" w:rsidP="002B312C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TABELLA PREZZI UNITARI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2280"/>
        <w:gridCol w:w="2388"/>
        <w:gridCol w:w="1843"/>
      </w:tblGrid>
      <w:tr w:rsidR="00EB1C86" w:rsidRPr="00EB1C86" w:rsidTr="000D7E3F">
        <w:trPr>
          <w:trHeight w:val="288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C86" w:rsidRPr="00EB1C86" w:rsidRDefault="000D7E3F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TIPOLOGIA 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ECB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FORNITURA </w:t>
            </w:r>
          </w:p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24 mesi</w:t>
            </w:r>
            <w:r w:rsidR="00380EC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numero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prezzo unitario offerto</w:t>
            </w:r>
            <w:r w:rsidR="00380EC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euro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prezzo totale </w:t>
            </w:r>
            <w:r w:rsidR="00380EC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euro</w:t>
            </w:r>
          </w:p>
        </w:tc>
      </w:tr>
      <w:tr w:rsidR="00EB1C86" w:rsidRPr="00EB1C86" w:rsidTr="007E3C24">
        <w:trPr>
          <w:trHeight w:val="288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EB1C86" w:rsidRPr="00EB1C86" w:rsidTr="007E3C24">
        <w:trPr>
          <w:trHeight w:val="28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FELPA PILE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C86" w:rsidRPr="007E3C24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  <w:r w:rsidRPr="007E3C24">
              <w:rPr>
                <w:rFonts w:ascii="Calibri" w:eastAsia="Times New Roman" w:hAnsi="Calibri" w:cs="Calibri"/>
                <w:bCs/>
                <w:lang w:eastAsia="it-IT"/>
              </w:rPr>
              <w:t>300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B1C86" w:rsidRPr="00EB1C86" w:rsidTr="007E3C24">
        <w:trPr>
          <w:trHeight w:val="28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GILET TRAPUNTATO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C86" w:rsidRPr="007E3C24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  <w:r w:rsidRPr="007E3C24">
              <w:rPr>
                <w:rFonts w:ascii="Calibri" w:eastAsia="Times New Roman" w:hAnsi="Calibri" w:cs="Calibri"/>
                <w:bCs/>
                <w:lang w:eastAsia="it-IT"/>
              </w:rPr>
              <w:t>180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B1C86" w:rsidRPr="00EB1C86" w:rsidTr="007E3C24">
        <w:trPr>
          <w:trHeight w:val="28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MAGLIETTE (5 X DIP.)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C86" w:rsidRPr="007E3C24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  <w:r w:rsidRPr="007E3C24">
              <w:rPr>
                <w:rFonts w:ascii="Calibri" w:eastAsia="Times New Roman" w:hAnsi="Calibri" w:cs="Calibri"/>
                <w:bCs/>
                <w:lang w:eastAsia="it-IT"/>
              </w:rPr>
              <w:t>400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B1C86" w:rsidRPr="00EB1C86" w:rsidTr="007E3C24">
        <w:trPr>
          <w:trHeight w:val="28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MAGLIETTE (3 X DIP.)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C86" w:rsidRPr="007E3C24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  <w:r w:rsidRPr="007E3C24">
              <w:rPr>
                <w:rFonts w:ascii="Calibri" w:eastAsia="Times New Roman" w:hAnsi="Calibri" w:cs="Calibri"/>
                <w:bCs/>
                <w:lang w:eastAsia="it-IT"/>
              </w:rPr>
              <w:t>1100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B1C86" w:rsidRPr="00EB1C86" w:rsidTr="007E3C24">
        <w:trPr>
          <w:trHeight w:val="28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POLO (2 X DIP.)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C86" w:rsidRPr="007E3C24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  <w:r w:rsidRPr="007E3C24">
              <w:rPr>
                <w:rFonts w:ascii="Calibri" w:eastAsia="Times New Roman" w:hAnsi="Calibri" w:cs="Calibri"/>
                <w:bCs/>
                <w:lang w:eastAsia="it-IT"/>
              </w:rPr>
              <w:t>740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B1C86" w:rsidRPr="00EB1C86" w:rsidTr="007E3C24">
        <w:trPr>
          <w:trHeight w:val="28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ACCAPPATOIO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C86" w:rsidRPr="007E3C24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  <w:r w:rsidRPr="007E3C24">
              <w:rPr>
                <w:rFonts w:ascii="Calibri" w:eastAsia="Times New Roman" w:hAnsi="Calibri" w:cs="Calibri"/>
                <w:bCs/>
                <w:lang w:eastAsia="it-IT"/>
              </w:rPr>
              <w:t>300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B1C86" w:rsidRPr="00EB1C86" w:rsidTr="007E3C24">
        <w:trPr>
          <w:trHeight w:val="28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TELO BAGNO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C86" w:rsidRPr="007E3C24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  <w:r w:rsidRPr="007E3C24">
              <w:rPr>
                <w:rFonts w:ascii="Calibri" w:eastAsia="Times New Roman" w:hAnsi="Calibri" w:cs="Calibri"/>
                <w:bCs/>
                <w:lang w:eastAsia="it-IT"/>
              </w:rPr>
              <w:t>600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B1C86" w:rsidRPr="00EB1C86" w:rsidTr="007E3C24">
        <w:trPr>
          <w:trHeight w:val="28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DETERGENTE CORPO-CAPELLI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C86" w:rsidRPr="007E3C24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  <w:r w:rsidRPr="007E3C24">
              <w:rPr>
                <w:rFonts w:ascii="Calibri" w:eastAsia="Times New Roman" w:hAnsi="Calibri" w:cs="Calibri"/>
                <w:bCs/>
                <w:lang w:eastAsia="it-IT"/>
              </w:rPr>
              <w:t>5520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B1C86" w:rsidRPr="00EB1C86" w:rsidTr="007E3C24">
        <w:trPr>
          <w:trHeight w:val="288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B1C8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FORNITURA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C86" w:rsidRPr="00EB1C86" w:rsidRDefault="00EB1C86" w:rsidP="00EB1C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</w:tbl>
    <w:p w:rsidR="00D91BF2" w:rsidRPr="00E151AE" w:rsidRDefault="00D91BF2" w:rsidP="00D91BF2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D91BF2" w:rsidRPr="00E151AE" w:rsidRDefault="00D91BF2" w:rsidP="00D91BF2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37566A" w:rsidRPr="00E151AE" w:rsidRDefault="00D91BF2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E151AE">
        <w:rPr>
          <w:rFonts w:ascii="Verdana" w:hAnsi="Verdana" w:cs="Arial"/>
          <w:b/>
          <w:sz w:val="18"/>
          <w:szCs w:val="18"/>
        </w:rPr>
        <w:t>Data</w:t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  <w:t>Firma digitale</w:t>
      </w:r>
    </w:p>
    <w:p w:rsidR="00833AE9" w:rsidRPr="00E151AE" w:rsidRDefault="00833AE9" w:rsidP="00795C58">
      <w:pPr>
        <w:spacing w:before="120" w:after="120" w:line="600" w:lineRule="auto"/>
        <w:ind w:left="567" w:hanging="283"/>
        <w:rPr>
          <w:rFonts w:ascii="Verdana" w:hAnsi="Verdana"/>
          <w:sz w:val="18"/>
          <w:szCs w:val="18"/>
        </w:rPr>
      </w:pPr>
    </w:p>
    <w:sectPr w:rsidR="00833AE9" w:rsidRPr="00E151AE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9F2" w:rsidRDefault="00A659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9F2" w:rsidRDefault="00A659F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9F2" w:rsidRDefault="00A659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9F2" w:rsidRDefault="00A659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A659F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B</w:t>
                </w:r>
                <w:r w:rsidR="00B13422"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B13422" w:rsidRPr="00D24343" w:rsidRDefault="00D24343" w:rsidP="00D24343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D24343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TRATTATIVA DIRETTA PER LA CONCLUSIONE DI UN ACCORDO QUADRO CON UNICO OPERATORE PER L’AFFIDAMENTO DELLA FORNITURA DI INDUMENTI E DOTAZIONI PERSONALI A FAVORE DEI DIPENDENTI DELL’IGEA SPA. CIG:</w:t>
                </w:r>
                <w:r w:rsidR="00672153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</w:t>
                </w:r>
                <w:r w:rsidR="00672153" w:rsidRPr="00672153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B087ADA327</w:t>
                </w:r>
                <w:bookmarkStart w:id="0" w:name="_GoBack"/>
                <w:bookmarkEnd w:id="0"/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5DF1"/>
    <w:multiLevelType w:val="hybridMultilevel"/>
    <w:tmpl w:val="510ED966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694"/>
    <w:rsid w:val="000D7E3F"/>
    <w:rsid w:val="001A6AF4"/>
    <w:rsid w:val="001D0C31"/>
    <w:rsid w:val="00244B34"/>
    <w:rsid w:val="00267CF6"/>
    <w:rsid w:val="00287BE2"/>
    <w:rsid w:val="002A6B40"/>
    <w:rsid w:val="002B14BC"/>
    <w:rsid w:val="002B312C"/>
    <w:rsid w:val="002F65AA"/>
    <w:rsid w:val="003079C1"/>
    <w:rsid w:val="0035254B"/>
    <w:rsid w:val="0037566A"/>
    <w:rsid w:val="00380ECB"/>
    <w:rsid w:val="003B5412"/>
    <w:rsid w:val="004754D3"/>
    <w:rsid w:val="00486E15"/>
    <w:rsid w:val="004C63DF"/>
    <w:rsid w:val="00553EEF"/>
    <w:rsid w:val="00570B83"/>
    <w:rsid w:val="005738BF"/>
    <w:rsid w:val="00581C47"/>
    <w:rsid w:val="005A6AC6"/>
    <w:rsid w:val="005D2DA8"/>
    <w:rsid w:val="006074D0"/>
    <w:rsid w:val="00672153"/>
    <w:rsid w:val="00675C3D"/>
    <w:rsid w:val="00675E88"/>
    <w:rsid w:val="006A41B1"/>
    <w:rsid w:val="007100D3"/>
    <w:rsid w:val="00753A9F"/>
    <w:rsid w:val="00770AE9"/>
    <w:rsid w:val="007842D7"/>
    <w:rsid w:val="00795C58"/>
    <w:rsid w:val="007B3B76"/>
    <w:rsid w:val="007E05B7"/>
    <w:rsid w:val="007E3C24"/>
    <w:rsid w:val="00833AE9"/>
    <w:rsid w:val="00857985"/>
    <w:rsid w:val="0090599F"/>
    <w:rsid w:val="009376D7"/>
    <w:rsid w:val="009459C4"/>
    <w:rsid w:val="009620F0"/>
    <w:rsid w:val="009E60E7"/>
    <w:rsid w:val="009F4B5E"/>
    <w:rsid w:val="00A43E32"/>
    <w:rsid w:val="00A659F2"/>
    <w:rsid w:val="00A73D76"/>
    <w:rsid w:val="00AC6CA0"/>
    <w:rsid w:val="00AE6E91"/>
    <w:rsid w:val="00B13422"/>
    <w:rsid w:val="00B82B5C"/>
    <w:rsid w:val="00B851C8"/>
    <w:rsid w:val="00C1506A"/>
    <w:rsid w:val="00C2072A"/>
    <w:rsid w:val="00C401D0"/>
    <w:rsid w:val="00C61BB0"/>
    <w:rsid w:val="00C92970"/>
    <w:rsid w:val="00CE6B0A"/>
    <w:rsid w:val="00D1746D"/>
    <w:rsid w:val="00D24343"/>
    <w:rsid w:val="00D84E71"/>
    <w:rsid w:val="00D91BF2"/>
    <w:rsid w:val="00DB7867"/>
    <w:rsid w:val="00DE4C2B"/>
    <w:rsid w:val="00E151AE"/>
    <w:rsid w:val="00E310F7"/>
    <w:rsid w:val="00E40D9C"/>
    <w:rsid w:val="00E71643"/>
    <w:rsid w:val="00EB1C86"/>
    <w:rsid w:val="00F1261D"/>
    <w:rsid w:val="00F622BC"/>
    <w:rsid w:val="00F64373"/>
    <w:rsid w:val="00FC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9304F7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F9789-FAA6-4064-8E73-7780B7899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A7975234.dotm</Template>
  <TotalTime>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8</cp:revision>
  <dcterms:created xsi:type="dcterms:W3CDTF">2024-01-30T12:10:00Z</dcterms:created>
  <dcterms:modified xsi:type="dcterms:W3CDTF">2024-02-23T13:59:00Z</dcterms:modified>
</cp:coreProperties>
</file>