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5B" w:rsidRPr="00C267D2" w:rsidRDefault="0078585B" w:rsidP="0078585B">
      <w:pPr>
        <w:autoSpaceDE w:val="0"/>
        <w:autoSpaceDN w:val="0"/>
        <w:adjustRightInd w:val="0"/>
        <w:jc w:val="right"/>
        <w:rPr>
          <w:rFonts w:ascii="Garamond" w:hAnsi="Garamond" w:cs="Tahoma"/>
          <w:b/>
          <w:bCs/>
          <w:strike/>
          <w:color w:val="000000"/>
          <w:sz w:val="22"/>
          <w:szCs w:val="22"/>
        </w:rPr>
      </w:pPr>
    </w:p>
    <w:p w:rsidR="008C2A9F" w:rsidRPr="00376B42" w:rsidRDefault="00376B42" w:rsidP="008C2A9F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bCs/>
        </w:rPr>
      </w:pPr>
      <w:r w:rsidRPr="00376B42">
        <w:rPr>
          <w:rFonts w:ascii="Verdana" w:hAnsi="Verdana"/>
          <w:b/>
          <w:bCs/>
        </w:rPr>
        <w:t>ALL’IGEA SPA</w:t>
      </w:r>
    </w:p>
    <w:p w:rsidR="008C2A9F" w:rsidRPr="00376B42" w:rsidRDefault="00376B42" w:rsidP="008C2A9F">
      <w:pPr>
        <w:spacing w:line="360" w:lineRule="auto"/>
        <w:jc w:val="center"/>
        <w:outlineLvl w:val="0"/>
        <w:rPr>
          <w:rFonts w:ascii="Verdana" w:hAnsi="Verdana"/>
          <w:i/>
        </w:rPr>
      </w:pPr>
      <w:r w:rsidRPr="00376B42">
        <w:rPr>
          <w:rFonts w:ascii="Verdana" w:hAnsi="Verdana"/>
          <w:i/>
        </w:rPr>
        <w:t>Località Campo Pisano</w:t>
      </w:r>
      <w:r w:rsidR="008C2A9F" w:rsidRPr="00376B42">
        <w:rPr>
          <w:rFonts w:ascii="Verdana" w:hAnsi="Verdana"/>
          <w:i/>
        </w:rPr>
        <w:t xml:space="preserve">  – </w:t>
      </w:r>
      <w:r w:rsidRPr="00376B42">
        <w:rPr>
          <w:rFonts w:ascii="Verdana" w:hAnsi="Verdana"/>
          <w:i/>
        </w:rPr>
        <w:t>09016 IGLESIAS</w:t>
      </w:r>
    </w:p>
    <w:p w:rsidR="005E54B1" w:rsidRPr="005E54B1" w:rsidRDefault="005E54B1" w:rsidP="005E54B1">
      <w:pPr>
        <w:jc w:val="center"/>
        <w:rPr>
          <w:rStyle w:val="CharacterStyle1"/>
          <w:rFonts w:ascii="Verdana" w:hAnsi="Verdana" w:cs="Garamond"/>
          <w:b/>
          <w:spacing w:val="-5"/>
          <w:w w:val="105"/>
          <w:sz w:val="20"/>
          <w:szCs w:val="20"/>
        </w:rPr>
      </w:pPr>
    </w:p>
    <w:p w:rsidR="00376B42" w:rsidRPr="00376B42" w:rsidRDefault="00376B42" w:rsidP="008C2A9F">
      <w:pPr>
        <w:spacing w:line="360" w:lineRule="auto"/>
        <w:jc w:val="center"/>
        <w:rPr>
          <w:rFonts w:ascii="Verdana" w:hAnsi="Verdana"/>
          <w:b/>
        </w:rPr>
      </w:pPr>
    </w:p>
    <w:p w:rsidR="0042303D" w:rsidRPr="0042303D" w:rsidRDefault="0042303D" w:rsidP="0042303D">
      <w:pPr>
        <w:jc w:val="both"/>
        <w:rPr>
          <w:rFonts w:ascii="Verdana" w:hAnsi="Verdana"/>
        </w:rPr>
      </w:pPr>
      <w:r>
        <w:rPr>
          <w:rStyle w:val="CharacterStyle1"/>
          <w:rFonts w:ascii="Verdana" w:hAnsi="Verdana" w:cs="Garamond"/>
          <w:b/>
          <w:spacing w:val="-5"/>
          <w:w w:val="105"/>
          <w:sz w:val="24"/>
          <w:szCs w:val="24"/>
          <w:u w:val="single"/>
        </w:rPr>
        <w:t>AVVISO PUBBLICO</w:t>
      </w:r>
      <w:r w:rsidR="00097CC3" w:rsidRPr="001F6156">
        <w:rPr>
          <w:rStyle w:val="CharacterStyle1"/>
          <w:rFonts w:ascii="Verdana" w:hAnsi="Verdana" w:cs="Garamond"/>
          <w:spacing w:val="-5"/>
          <w:w w:val="105"/>
          <w:sz w:val="24"/>
          <w:szCs w:val="24"/>
        </w:rPr>
        <w:t xml:space="preserve"> </w:t>
      </w:r>
      <w:r w:rsidRPr="0042303D">
        <w:rPr>
          <w:rFonts w:ascii="Verdana" w:hAnsi="Verdana"/>
        </w:rPr>
        <w:t>Finalizzato all’eventuale affidamento per la pubblicazione degli estratti di bandi ed esiti di gara sui quotidiani a diffusione nazionale e locale</w:t>
      </w:r>
    </w:p>
    <w:p w:rsidR="0042303D" w:rsidRPr="00C35750" w:rsidRDefault="0042303D" w:rsidP="00097CC3">
      <w:pPr>
        <w:jc w:val="center"/>
        <w:rPr>
          <w:rFonts w:ascii="Verdana" w:hAnsi="Verdana"/>
          <w:b/>
          <w:bCs/>
          <w:smallCaps/>
        </w:rPr>
      </w:pPr>
    </w:p>
    <w:p w:rsidR="005E54B1" w:rsidRPr="002E7C4B" w:rsidRDefault="005E54B1" w:rsidP="00AD0CDB">
      <w:pPr>
        <w:autoSpaceDE w:val="0"/>
        <w:autoSpaceDN w:val="0"/>
        <w:adjustRightInd w:val="0"/>
        <w:jc w:val="both"/>
        <w:rPr>
          <w:rFonts w:ascii="Garamond" w:hAnsi="Garamond"/>
          <w:b/>
          <w:i/>
          <w:sz w:val="22"/>
          <w:szCs w:val="22"/>
        </w:rPr>
      </w:pPr>
    </w:p>
    <w:p w:rsidR="008C2A9F" w:rsidRDefault="00775AA3" w:rsidP="008C2A9F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mallCaps/>
          <w:color w:val="000000"/>
          <w:sz w:val="28"/>
          <w:szCs w:val="28"/>
          <w:u w:val="single"/>
        </w:rPr>
      </w:pPr>
      <w:r>
        <w:rPr>
          <w:rFonts w:ascii="Verdana" w:hAnsi="Verdana" w:cs="Tahoma"/>
          <w:b/>
          <w:bCs/>
          <w:smallCaps/>
          <w:color w:val="000000"/>
          <w:sz w:val="28"/>
          <w:szCs w:val="28"/>
          <w:u w:val="single"/>
        </w:rPr>
        <w:t xml:space="preserve">PREVENTIVO </w:t>
      </w:r>
      <w:bookmarkStart w:id="0" w:name="_GoBack"/>
      <w:r>
        <w:rPr>
          <w:rFonts w:ascii="Verdana" w:hAnsi="Verdana" w:cs="Tahoma"/>
          <w:b/>
          <w:bCs/>
          <w:smallCaps/>
          <w:color w:val="000000"/>
          <w:sz w:val="28"/>
          <w:szCs w:val="28"/>
          <w:u w:val="single"/>
        </w:rPr>
        <w:t>DI OFFERTA</w:t>
      </w:r>
      <w:bookmarkEnd w:id="0"/>
    </w:p>
    <w:p w:rsidR="00775AA3" w:rsidRPr="00376B42" w:rsidRDefault="00775AA3" w:rsidP="008C2A9F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mallCaps/>
          <w:color w:val="000000"/>
          <w:sz w:val="28"/>
          <w:szCs w:val="28"/>
          <w:u w:val="single"/>
        </w:rPr>
      </w:pPr>
    </w:p>
    <w:p w:rsidR="008C2A9F" w:rsidRPr="008C2A9F" w:rsidRDefault="008C2A9F" w:rsidP="00C97DF4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color w:val="000000"/>
          <w:sz w:val="22"/>
          <w:szCs w:val="22"/>
        </w:rPr>
      </w:pPr>
    </w:p>
    <w:p w:rsid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 xml:space="preserve">_l_ sottoscritt_ ____________________________ nat_ il </w:t>
      </w:r>
      <w:r>
        <w:rPr>
          <w:rFonts w:ascii="Verdana" w:hAnsi="Verdana" w:cs="Arial"/>
          <w:sz w:val="16"/>
          <w:szCs w:val="16"/>
        </w:rPr>
        <w:t xml:space="preserve">____/_____/______ </w:t>
      </w:r>
      <w:r w:rsidRPr="0042303D">
        <w:rPr>
          <w:rFonts w:ascii="Verdana" w:hAnsi="Verdana" w:cs="Arial"/>
          <w:sz w:val="16"/>
          <w:szCs w:val="16"/>
        </w:rPr>
        <w:t>a________</w:t>
      </w:r>
      <w:r>
        <w:rPr>
          <w:rFonts w:ascii="Verdana" w:hAnsi="Verdana" w:cs="Arial"/>
          <w:sz w:val="16"/>
          <w:szCs w:val="16"/>
        </w:rPr>
        <w:t>____</w:t>
      </w:r>
      <w:r w:rsidRPr="0042303D">
        <w:rPr>
          <w:rFonts w:ascii="Verdana" w:hAnsi="Verdana" w:cs="Arial"/>
          <w:sz w:val="16"/>
          <w:szCs w:val="16"/>
        </w:rPr>
        <w:t xml:space="preserve">________________ </w:t>
      </w:r>
    </w:p>
    <w:p w:rsid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8C2A9F" w:rsidRP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 xml:space="preserve">c.f. </w:t>
      </w:r>
      <w:r>
        <w:rPr>
          <w:rFonts w:ascii="Verdana" w:hAnsi="Verdana" w:cs="Arial"/>
          <w:sz w:val="16"/>
          <w:szCs w:val="16"/>
        </w:rPr>
        <w:t xml:space="preserve"> </w:t>
      </w:r>
      <w:r w:rsidRPr="0042303D">
        <w:rPr>
          <w:rFonts w:ascii="Verdana" w:hAnsi="Verdana" w:cs="Arial"/>
          <w:sz w:val="16"/>
          <w:szCs w:val="16"/>
        </w:rPr>
        <w:t>__________________________________________ in qualità</w:t>
      </w:r>
      <w:r>
        <w:rPr>
          <w:rFonts w:ascii="Verdana" w:hAnsi="Verdana" w:cs="Arial"/>
          <w:sz w:val="16"/>
          <w:szCs w:val="16"/>
        </w:rPr>
        <w:t xml:space="preserve"> </w:t>
      </w:r>
      <w:r w:rsidRPr="0042303D">
        <w:rPr>
          <w:rFonts w:ascii="Verdana" w:hAnsi="Verdana" w:cs="Arial"/>
          <w:sz w:val="16"/>
          <w:szCs w:val="16"/>
        </w:rPr>
        <w:t xml:space="preserve">di </w:t>
      </w:r>
      <w:r w:rsidRPr="0042303D">
        <w:rPr>
          <w:rFonts w:ascii="Verdana" w:hAnsi="Verdana" w:cs="Arial"/>
          <w:i/>
          <w:iCs/>
          <w:sz w:val="16"/>
          <w:szCs w:val="16"/>
        </w:rPr>
        <w:t>(barrare la voce d’interesse)</w:t>
      </w:r>
    </w:p>
    <w:p w:rsidR="0042303D" w:rsidRDefault="0042303D" w:rsidP="0039184E">
      <w:pPr>
        <w:autoSpaceDE w:val="0"/>
        <w:autoSpaceDN w:val="0"/>
        <w:adjustRightInd w:val="0"/>
        <w:spacing w:after="120"/>
        <w:rPr>
          <w:rFonts w:ascii="Garamond" w:hAnsi="Garamond"/>
          <w:color w:val="000000"/>
          <w:sz w:val="22"/>
          <w:szCs w:val="22"/>
        </w:rPr>
      </w:pPr>
    </w:p>
    <w:p w:rsidR="0042303D" w:rsidRPr="0042303D" w:rsidRDefault="0042303D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42303D">
        <w:rPr>
          <w:rFonts w:ascii="Verdana" w:hAnsi="Verdana" w:cs="Arial"/>
          <w:sz w:val="22"/>
          <w:szCs w:val="22"/>
        </w:rPr>
        <w:t>□</w:t>
      </w:r>
      <w:r w:rsidRPr="0042303D">
        <w:rPr>
          <w:rFonts w:ascii="Verdana" w:hAnsi="Verdana" w:cs="Arial"/>
          <w:sz w:val="16"/>
          <w:szCs w:val="16"/>
        </w:rPr>
        <w:t xml:space="preserve"> titolare </w:t>
      </w:r>
      <w:r w:rsidRPr="0042303D">
        <w:rPr>
          <w:rFonts w:ascii="Verdana" w:hAnsi="Verdana" w:cs="Arial"/>
          <w:sz w:val="22"/>
          <w:szCs w:val="22"/>
        </w:rPr>
        <w:t>□</w:t>
      </w:r>
      <w:r w:rsidRPr="0042303D">
        <w:rPr>
          <w:rFonts w:ascii="Verdana" w:hAnsi="Verdana" w:cs="Arial"/>
          <w:sz w:val="16"/>
          <w:szCs w:val="16"/>
        </w:rPr>
        <w:t xml:space="preserve"> rappresentante legale </w:t>
      </w:r>
      <w:r w:rsidRPr="0042303D">
        <w:rPr>
          <w:rFonts w:ascii="Verdana" w:hAnsi="Verdana" w:cs="Arial"/>
          <w:sz w:val="22"/>
          <w:szCs w:val="22"/>
        </w:rPr>
        <w:t>□</w:t>
      </w:r>
      <w:r w:rsidRPr="0042303D">
        <w:rPr>
          <w:rFonts w:ascii="Verdana" w:hAnsi="Verdana" w:cs="Arial"/>
          <w:sz w:val="16"/>
          <w:szCs w:val="16"/>
        </w:rPr>
        <w:t xml:space="preserve"> procuratore legale </w:t>
      </w:r>
      <w:r w:rsidRPr="0042303D">
        <w:rPr>
          <w:rFonts w:ascii="Verdana" w:hAnsi="Verdana" w:cs="Arial"/>
          <w:i/>
          <w:iCs/>
          <w:sz w:val="16"/>
          <w:szCs w:val="16"/>
        </w:rPr>
        <w:t>(allegare copia della procura)</w:t>
      </w:r>
    </w:p>
    <w:p w:rsidR="0042303D" w:rsidRP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>dell’impresa _________________________________________________________________</w:t>
      </w:r>
      <w:r>
        <w:rPr>
          <w:rFonts w:ascii="Verdana" w:hAnsi="Verdana" w:cs="Arial"/>
          <w:sz w:val="16"/>
          <w:szCs w:val="16"/>
        </w:rPr>
        <w:t>_______________</w:t>
      </w:r>
      <w:r w:rsidRPr="0042303D">
        <w:rPr>
          <w:rFonts w:ascii="Verdana" w:hAnsi="Verdana" w:cs="Arial"/>
          <w:sz w:val="16"/>
          <w:szCs w:val="16"/>
        </w:rPr>
        <w:t>__</w:t>
      </w:r>
    </w:p>
    <w:p w:rsid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42303D" w:rsidRP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>con sede legale in _____________________________________________________</w:t>
      </w:r>
      <w:r>
        <w:rPr>
          <w:rFonts w:ascii="Verdana" w:hAnsi="Verdana" w:cs="Arial"/>
          <w:sz w:val="16"/>
          <w:szCs w:val="16"/>
        </w:rPr>
        <w:t>________________</w:t>
      </w:r>
      <w:r w:rsidRPr="0042303D">
        <w:rPr>
          <w:rFonts w:ascii="Verdana" w:hAnsi="Verdana" w:cs="Arial"/>
          <w:sz w:val="16"/>
          <w:szCs w:val="16"/>
        </w:rPr>
        <w:t>_________</w:t>
      </w:r>
    </w:p>
    <w:p w:rsid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42303D" w:rsidRP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>Via _______________________ n° _____________ codice fiscale ________________</w:t>
      </w:r>
      <w:r>
        <w:rPr>
          <w:rFonts w:ascii="Verdana" w:hAnsi="Verdana" w:cs="Arial"/>
          <w:sz w:val="16"/>
          <w:szCs w:val="16"/>
        </w:rPr>
        <w:t>________________</w:t>
      </w:r>
      <w:r w:rsidRPr="0042303D">
        <w:rPr>
          <w:rFonts w:ascii="Verdana" w:hAnsi="Verdana" w:cs="Arial"/>
          <w:sz w:val="16"/>
          <w:szCs w:val="16"/>
        </w:rPr>
        <w:t>_______</w:t>
      </w:r>
    </w:p>
    <w:p w:rsid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42303D" w:rsidRP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>partita IVA ________________________________ tel. n. _______________________________</w:t>
      </w:r>
      <w:r>
        <w:rPr>
          <w:rFonts w:ascii="Verdana" w:hAnsi="Verdana" w:cs="Arial"/>
          <w:sz w:val="16"/>
          <w:szCs w:val="16"/>
        </w:rPr>
        <w:t>_______________</w:t>
      </w:r>
    </w:p>
    <w:p w:rsid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42303D" w:rsidRPr="0042303D" w:rsidRDefault="0042303D" w:rsidP="0042303D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42303D">
        <w:rPr>
          <w:rFonts w:ascii="Verdana" w:hAnsi="Verdana" w:cs="Arial"/>
          <w:sz w:val="16"/>
          <w:szCs w:val="16"/>
        </w:rPr>
        <w:t xml:space="preserve">PEC __________________________________________ </w:t>
      </w:r>
      <w:r>
        <w:rPr>
          <w:rFonts w:ascii="Verdana" w:hAnsi="Verdana" w:cs="Arial"/>
          <w:sz w:val="16"/>
          <w:szCs w:val="16"/>
        </w:rPr>
        <w:t>E-MAIL _________________________________________</w:t>
      </w:r>
    </w:p>
    <w:p w:rsidR="00FA3F15" w:rsidRPr="00C048B2" w:rsidRDefault="00FA3F15" w:rsidP="00FA3F15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  <w:lang w:val="en-US"/>
        </w:rPr>
      </w:pPr>
    </w:p>
    <w:p w:rsidR="0078585B" w:rsidRPr="00775AA3" w:rsidRDefault="0078585B" w:rsidP="0078585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sz w:val="20"/>
          <w:szCs w:val="20"/>
        </w:rPr>
      </w:pPr>
      <w:r w:rsidRPr="00775AA3">
        <w:rPr>
          <w:rFonts w:ascii="Verdana" w:hAnsi="Verdana"/>
          <w:b/>
          <w:bCs/>
          <w:color w:val="000000"/>
          <w:sz w:val="20"/>
          <w:szCs w:val="20"/>
        </w:rPr>
        <w:t>OFFRE</w:t>
      </w:r>
    </w:p>
    <w:p w:rsidR="0042303D" w:rsidRDefault="0042303D" w:rsidP="0078585B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:rsidR="00D82C70" w:rsidRPr="00D82C70" w:rsidRDefault="0042303D" w:rsidP="0042303D">
      <w:pPr>
        <w:autoSpaceDE w:val="0"/>
        <w:autoSpaceDN w:val="0"/>
        <w:adjustRightInd w:val="0"/>
        <w:rPr>
          <w:rFonts w:ascii="Verdana" w:hAnsi="Verdana" w:cs="Arial"/>
          <w:sz w:val="16"/>
          <w:szCs w:val="16"/>
        </w:rPr>
      </w:pPr>
      <w:r w:rsidRPr="00D82C70">
        <w:rPr>
          <w:rFonts w:ascii="Verdana" w:hAnsi="Verdana" w:cs="Arial"/>
          <w:sz w:val="16"/>
          <w:szCs w:val="16"/>
        </w:rPr>
        <w:t xml:space="preserve">in relazione </w:t>
      </w:r>
      <w:r w:rsidR="00D82C70" w:rsidRPr="00D82C70">
        <w:rPr>
          <w:rFonts w:ascii="Verdana" w:hAnsi="Verdana" w:cs="Arial"/>
          <w:sz w:val="16"/>
          <w:szCs w:val="16"/>
        </w:rPr>
        <w:t>all’Avviso di cui all’oggetto i seguenti prezzi:</w:t>
      </w:r>
    </w:p>
    <w:p w:rsidR="00D82C70" w:rsidRDefault="00D82C70" w:rsidP="0042303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Pr="00D82C70" w:rsidRDefault="00D82C70" w:rsidP="00D82C7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b/>
          <w:bCs/>
          <w:sz w:val="16"/>
          <w:szCs w:val="16"/>
        </w:rPr>
      </w:pPr>
      <w:r w:rsidRPr="00D82C70">
        <w:rPr>
          <w:rFonts w:ascii="Verdana" w:hAnsi="Verdana" w:cs="Arial"/>
          <w:b/>
          <w:bCs/>
          <w:sz w:val="16"/>
          <w:szCs w:val="16"/>
        </w:rPr>
        <w:t xml:space="preserve">TESTATE </w:t>
      </w:r>
      <w:r w:rsidRPr="00D82C70">
        <w:rPr>
          <w:rFonts w:ascii="Verdana" w:hAnsi="Verdana" w:cs="Arial"/>
          <w:b/>
          <w:bCs/>
          <w:sz w:val="16"/>
          <w:szCs w:val="16"/>
        </w:rPr>
        <w:t>1</w:t>
      </w:r>
      <w:r w:rsidRPr="00D82C70">
        <w:rPr>
          <w:rFonts w:ascii="Verdana" w:hAnsi="Verdana" w:cs="Arial"/>
          <w:b/>
          <w:bCs/>
          <w:sz w:val="16"/>
          <w:szCs w:val="16"/>
        </w:rPr>
        <w:t xml:space="preserve"> E </w:t>
      </w:r>
      <w:r w:rsidRPr="00D82C70">
        <w:rPr>
          <w:rFonts w:ascii="Verdana" w:hAnsi="Verdana" w:cs="Arial"/>
          <w:b/>
          <w:bCs/>
          <w:sz w:val="16"/>
          <w:szCs w:val="16"/>
        </w:rPr>
        <w:t>2</w:t>
      </w:r>
      <w:r w:rsidRPr="00D82C70">
        <w:rPr>
          <w:rFonts w:ascii="Verdana" w:hAnsi="Verdana" w:cs="Arial"/>
          <w:b/>
          <w:bCs/>
          <w:sz w:val="16"/>
          <w:szCs w:val="16"/>
        </w:rPr>
        <w:t xml:space="preserve"> (PUBBLICAZIONE SUI PRINCIPALI QUOTIDIANI A DIFFUSIONE NAZIONALE):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Default="00D82C70" w:rsidP="00D82C70">
      <w:pPr>
        <w:autoSpaceDE w:val="0"/>
        <w:autoSpaceDN w:val="0"/>
        <w:adjustRightInd w:val="0"/>
        <w:ind w:firstLine="357"/>
        <w:jc w:val="both"/>
        <w:rPr>
          <w:rFonts w:ascii="Verdana" w:hAnsi="Verdana" w:cs="Arial"/>
          <w:b/>
          <w:bCs/>
          <w:sz w:val="16"/>
          <w:szCs w:val="16"/>
        </w:rPr>
      </w:pPr>
      <w:r w:rsidRPr="00D82C70">
        <w:rPr>
          <w:rFonts w:ascii="Verdana" w:hAnsi="Verdana" w:cs="Arial"/>
          <w:bCs/>
          <w:sz w:val="16"/>
          <w:szCs w:val="16"/>
        </w:rPr>
        <w:t>Testata su cui si offre la pubblicazione</w:t>
      </w:r>
      <w:r>
        <w:rPr>
          <w:rFonts w:ascii="Verdana" w:hAnsi="Verdana" w:cs="Arial"/>
          <w:b/>
          <w:bCs/>
          <w:sz w:val="16"/>
          <w:szCs w:val="16"/>
        </w:rPr>
        <w:t>: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Pr="00D82C70" w:rsidRDefault="00D82C70" w:rsidP="00D82C7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bCs/>
          <w:sz w:val="16"/>
          <w:szCs w:val="16"/>
        </w:rPr>
      </w:pPr>
      <w:r w:rsidRPr="00D82C70">
        <w:rPr>
          <w:rFonts w:ascii="Verdana" w:hAnsi="Verdana" w:cs="Arial"/>
          <w:bCs/>
          <w:sz w:val="16"/>
          <w:szCs w:val="16"/>
        </w:rPr>
        <w:t>___________________________</w:t>
      </w:r>
    </w:p>
    <w:p w:rsidR="00D82C70" w:rsidRPr="00D82C70" w:rsidRDefault="00D82C70" w:rsidP="00D82C7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bCs/>
          <w:sz w:val="16"/>
          <w:szCs w:val="16"/>
        </w:rPr>
      </w:pPr>
      <w:r w:rsidRPr="00D82C70">
        <w:rPr>
          <w:rFonts w:ascii="Verdana" w:hAnsi="Verdana" w:cs="Arial"/>
          <w:bCs/>
          <w:sz w:val="16"/>
          <w:szCs w:val="16"/>
        </w:rPr>
        <w:t>___________________________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Default="00D82C70" w:rsidP="00D82C70">
      <w:pPr>
        <w:autoSpaceDE w:val="0"/>
        <w:autoSpaceDN w:val="0"/>
        <w:adjustRightInd w:val="0"/>
        <w:ind w:firstLine="360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Prezzo a battuta </w:t>
      </w:r>
      <w:r w:rsidRPr="00D82C70">
        <w:rPr>
          <w:rFonts w:ascii="Verdana" w:hAnsi="Verdana" w:cs="Arial"/>
          <w:sz w:val="16"/>
          <w:szCs w:val="16"/>
        </w:rPr>
        <w:t xml:space="preserve"> ________________________________________ (in lettere)</w:t>
      </w:r>
      <w:r>
        <w:rPr>
          <w:rFonts w:ascii="Verdana" w:hAnsi="Verdana" w:cs="Arial"/>
          <w:sz w:val="16"/>
          <w:szCs w:val="16"/>
        </w:rPr>
        <w:t xml:space="preserve"> ________________ (in cifre)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ED3A08" w:rsidRDefault="00ED3A08" w:rsidP="00EC67B1">
      <w:pPr>
        <w:autoSpaceDE w:val="0"/>
        <w:autoSpaceDN w:val="0"/>
        <w:adjustRightInd w:val="0"/>
        <w:ind w:left="284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Pr="00D82C70" w:rsidRDefault="00D82C70" w:rsidP="00D82C7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ind w:left="357" w:hanging="357"/>
        <w:jc w:val="both"/>
        <w:rPr>
          <w:rFonts w:ascii="Verdana" w:hAnsi="Verdana" w:cs="Arial"/>
          <w:b/>
          <w:bCs/>
          <w:sz w:val="16"/>
          <w:szCs w:val="16"/>
        </w:rPr>
      </w:pPr>
      <w:r w:rsidRPr="00D82C70">
        <w:rPr>
          <w:rFonts w:ascii="Verdana" w:hAnsi="Verdana" w:cs="Arial"/>
          <w:b/>
          <w:bCs/>
          <w:sz w:val="16"/>
          <w:szCs w:val="16"/>
        </w:rPr>
        <w:t xml:space="preserve">TESTATE </w:t>
      </w:r>
      <w:r w:rsidRPr="00D82C70">
        <w:rPr>
          <w:rFonts w:ascii="Verdana" w:hAnsi="Verdana" w:cs="Arial"/>
          <w:b/>
          <w:bCs/>
          <w:sz w:val="16"/>
          <w:szCs w:val="16"/>
        </w:rPr>
        <w:t>3</w:t>
      </w:r>
      <w:r w:rsidRPr="00D82C70">
        <w:rPr>
          <w:rFonts w:ascii="Verdana" w:hAnsi="Verdana" w:cs="Arial"/>
          <w:b/>
          <w:bCs/>
          <w:sz w:val="16"/>
          <w:szCs w:val="16"/>
        </w:rPr>
        <w:t xml:space="preserve"> E </w:t>
      </w:r>
      <w:r w:rsidRPr="00D82C70">
        <w:rPr>
          <w:rFonts w:ascii="Verdana" w:hAnsi="Verdana" w:cs="Arial"/>
          <w:b/>
          <w:bCs/>
          <w:sz w:val="16"/>
          <w:szCs w:val="16"/>
        </w:rPr>
        <w:t>4</w:t>
      </w:r>
      <w:r w:rsidRPr="00D82C70">
        <w:rPr>
          <w:rFonts w:ascii="Verdana" w:hAnsi="Verdana" w:cs="Arial"/>
          <w:b/>
          <w:bCs/>
          <w:sz w:val="16"/>
          <w:szCs w:val="16"/>
        </w:rPr>
        <w:t xml:space="preserve"> (PUBBLICAZIONE SUI PRINCIPALI QUOTIDIANI A DIFFUSIONE </w:t>
      </w:r>
      <w:r w:rsidRPr="00D82C70">
        <w:rPr>
          <w:rFonts w:ascii="Verdana" w:hAnsi="Verdana" w:cs="Arial"/>
          <w:b/>
          <w:bCs/>
          <w:sz w:val="16"/>
          <w:szCs w:val="16"/>
        </w:rPr>
        <w:t>LOCALE</w:t>
      </w:r>
      <w:r w:rsidRPr="00D82C70">
        <w:rPr>
          <w:rFonts w:ascii="Verdana" w:hAnsi="Verdana" w:cs="Arial"/>
          <w:b/>
          <w:bCs/>
          <w:sz w:val="16"/>
          <w:szCs w:val="16"/>
        </w:rPr>
        <w:t>):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Default="00D82C70" w:rsidP="00D82C70">
      <w:pPr>
        <w:autoSpaceDE w:val="0"/>
        <w:autoSpaceDN w:val="0"/>
        <w:adjustRightInd w:val="0"/>
        <w:ind w:firstLine="357"/>
        <w:jc w:val="both"/>
        <w:rPr>
          <w:rFonts w:ascii="Verdana" w:hAnsi="Verdana" w:cs="Arial"/>
          <w:b/>
          <w:bCs/>
          <w:sz w:val="16"/>
          <w:szCs w:val="16"/>
        </w:rPr>
      </w:pPr>
      <w:r w:rsidRPr="00D82C70">
        <w:rPr>
          <w:rFonts w:ascii="Verdana" w:hAnsi="Verdana" w:cs="Arial"/>
          <w:bCs/>
          <w:sz w:val="16"/>
          <w:szCs w:val="16"/>
        </w:rPr>
        <w:t>Testata su cui si offre la pubblicazione</w:t>
      </w:r>
      <w:r>
        <w:rPr>
          <w:rFonts w:ascii="Verdana" w:hAnsi="Verdana" w:cs="Arial"/>
          <w:b/>
          <w:bCs/>
          <w:sz w:val="16"/>
          <w:szCs w:val="16"/>
        </w:rPr>
        <w:t>: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Pr="00D82C70" w:rsidRDefault="00D82C70" w:rsidP="00D82C7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bCs/>
          <w:sz w:val="16"/>
          <w:szCs w:val="16"/>
        </w:rPr>
      </w:pPr>
      <w:r w:rsidRPr="00D82C70">
        <w:rPr>
          <w:rFonts w:ascii="Verdana" w:hAnsi="Verdana" w:cs="Arial"/>
          <w:bCs/>
          <w:sz w:val="16"/>
          <w:szCs w:val="16"/>
        </w:rPr>
        <w:t>___________________________</w:t>
      </w:r>
    </w:p>
    <w:p w:rsidR="00D82C70" w:rsidRPr="00D82C70" w:rsidRDefault="00D82C70" w:rsidP="00D82C7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bCs/>
          <w:sz w:val="16"/>
          <w:szCs w:val="16"/>
        </w:rPr>
      </w:pPr>
      <w:r w:rsidRPr="00D82C70">
        <w:rPr>
          <w:rFonts w:ascii="Verdana" w:hAnsi="Verdana" w:cs="Arial"/>
          <w:bCs/>
          <w:sz w:val="16"/>
          <w:szCs w:val="16"/>
        </w:rPr>
        <w:t>___________________________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6"/>
          <w:szCs w:val="16"/>
        </w:rPr>
      </w:pPr>
    </w:p>
    <w:p w:rsidR="00D82C70" w:rsidRDefault="00D82C70" w:rsidP="00D82C70">
      <w:pPr>
        <w:autoSpaceDE w:val="0"/>
        <w:autoSpaceDN w:val="0"/>
        <w:adjustRightInd w:val="0"/>
        <w:ind w:firstLine="28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Prezzo a battuta </w:t>
      </w:r>
      <w:r w:rsidRPr="00D82C70">
        <w:rPr>
          <w:rFonts w:ascii="Verdana" w:hAnsi="Verdana" w:cs="Arial"/>
          <w:sz w:val="16"/>
          <w:szCs w:val="16"/>
        </w:rPr>
        <w:t xml:space="preserve"> ________________________________________ (in lettere)</w:t>
      </w:r>
      <w:r>
        <w:rPr>
          <w:rFonts w:ascii="Verdana" w:hAnsi="Verdana" w:cs="Arial"/>
          <w:sz w:val="16"/>
          <w:szCs w:val="16"/>
        </w:rPr>
        <w:t xml:space="preserve"> ________________ (in cifre)</w:t>
      </w:r>
    </w:p>
    <w:p w:rsidR="00D82C70" w:rsidRDefault="00D82C70" w:rsidP="00D82C70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</w:p>
    <w:p w:rsidR="005778F6" w:rsidRPr="00C048B2" w:rsidRDefault="005778F6" w:rsidP="00EC67B1">
      <w:pPr>
        <w:spacing w:before="120" w:after="120"/>
        <w:ind w:left="284"/>
        <w:jc w:val="both"/>
        <w:rPr>
          <w:rFonts w:ascii="Garamond" w:hAnsi="Garamond"/>
          <w:color w:val="000000"/>
          <w:sz w:val="22"/>
          <w:szCs w:val="22"/>
        </w:rPr>
      </w:pPr>
    </w:p>
    <w:p w:rsidR="0078585B" w:rsidRPr="00C048B2" w:rsidRDefault="00053AEA" w:rsidP="0078585B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  <w:r w:rsidRPr="00C048B2">
        <w:rPr>
          <w:rFonts w:ascii="Garamond" w:hAnsi="Garamond"/>
          <w:color w:val="000000"/>
          <w:sz w:val="22"/>
          <w:szCs w:val="22"/>
        </w:rPr>
        <w:t>________________</w:t>
      </w:r>
      <w:r w:rsidR="00E55FDE" w:rsidRPr="00C048B2">
        <w:rPr>
          <w:rFonts w:ascii="Garamond" w:hAnsi="Garamond"/>
          <w:color w:val="000000"/>
          <w:sz w:val="22"/>
          <w:szCs w:val="22"/>
        </w:rPr>
        <w:t>__________</w:t>
      </w:r>
      <w:r w:rsidRPr="00C048B2">
        <w:rPr>
          <w:rFonts w:ascii="Garamond" w:hAnsi="Garamond"/>
          <w:color w:val="000000"/>
          <w:sz w:val="22"/>
          <w:szCs w:val="22"/>
        </w:rPr>
        <w:t>_</w:t>
      </w:r>
      <w:r w:rsidR="0078585B" w:rsidRPr="00C048B2">
        <w:rPr>
          <w:rFonts w:ascii="Garamond" w:hAnsi="Garamond"/>
          <w:color w:val="000000"/>
          <w:sz w:val="22"/>
          <w:szCs w:val="22"/>
        </w:rPr>
        <w:t>, lì ___________</w:t>
      </w:r>
      <w:r w:rsidR="007B6001" w:rsidRPr="00C048B2">
        <w:rPr>
          <w:rFonts w:ascii="Garamond" w:hAnsi="Garamond"/>
          <w:color w:val="000000"/>
          <w:sz w:val="22"/>
          <w:szCs w:val="22"/>
        </w:rPr>
        <w:t>__</w:t>
      </w:r>
    </w:p>
    <w:p w:rsidR="0078585B" w:rsidRPr="00C048B2" w:rsidRDefault="0078585B" w:rsidP="0078585B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  <w:r w:rsidRPr="00C048B2">
        <w:rPr>
          <w:rFonts w:ascii="Garamond" w:hAnsi="Garamond"/>
          <w:color w:val="000000"/>
          <w:sz w:val="22"/>
          <w:szCs w:val="22"/>
        </w:rPr>
        <w:t>(luogo, data)</w:t>
      </w:r>
    </w:p>
    <w:p w:rsidR="0078585B" w:rsidRPr="00C048B2" w:rsidRDefault="00D61F17" w:rsidP="0078585B">
      <w:pPr>
        <w:autoSpaceDE w:val="0"/>
        <w:autoSpaceDN w:val="0"/>
        <w:adjustRightInd w:val="0"/>
        <w:ind w:left="5664" w:firstLine="708"/>
        <w:jc w:val="both"/>
        <w:rPr>
          <w:rFonts w:ascii="Garamond" w:hAnsi="Garamond"/>
          <w:color w:val="000000"/>
          <w:sz w:val="22"/>
          <w:szCs w:val="22"/>
        </w:rPr>
      </w:pPr>
      <w:r w:rsidRPr="00C048B2">
        <w:rPr>
          <w:rFonts w:ascii="Garamond" w:hAnsi="Garamond"/>
          <w:color w:val="000000"/>
          <w:sz w:val="22"/>
          <w:szCs w:val="22"/>
        </w:rPr>
        <w:tab/>
      </w:r>
      <w:r w:rsidR="0078585B" w:rsidRPr="00C048B2">
        <w:rPr>
          <w:rFonts w:ascii="Garamond" w:hAnsi="Garamond"/>
          <w:color w:val="000000"/>
          <w:sz w:val="22"/>
          <w:szCs w:val="22"/>
        </w:rPr>
        <w:t>Firma</w:t>
      </w:r>
    </w:p>
    <w:p w:rsidR="0078585B" w:rsidRPr="00C048B2" w:rsidRDefault="00D61F17" w:rsidP="0078585B">
      <w:pPr>
        <w:autoSpaceDE w:val="0"/>
        <w:autoSpaceDN w:val="0"/>
        <w:adjustRightInd w:val="0"/>
        <w:ind w:left="3540" w:firstLine="708"/>
        <w:jc w:val="both"/>
        <w:rPr>
          <w:rFonts w:ascii="Garamond" w:hAnsi="Garamond"/>
          <w:color w:val="000000"/>
          <w:sz w:val="22"/>
          <w:szCs w:val="22"/>
        </w:rPr>
      </w:pP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  <w:t xml:space="preserve">        </w:t>
      </w:r>
      <w:r w:rsidR="0078585B" w:rsidRPr="00C048B2">
        <w:rPr>
          <w:rFonts w:ascii="Garamond" w:hAnsi="Garamond"/>
          <w:color w:val="000000"/>
          <w:sz w:val="22"/>
          <w:szCs w:val="22"/>
        </w:rPr>
        <w:t>______________________________________</w:t>
      </w:r>
    </w:p>
    <w:p w:rsidR="000B35B9" w:rsidRPr="00C048B2" w:rsidRDefault="00D61F17" w:rsidP="00775AA3">
      <w:pPr>
        <w:autoSpaceDE w:val="0"/>
        <w:autoSpaceDN w:val="0"/>
        <w:adjustRightInd w:val="0"/>
        <w:ind w:left="4956" w:firstLine="708"/>
        <w:jc w:val="both"/>
        <w:rPr>
          <w:rFonts w:ascii="Garamond" w:hAnsi="Garamond"/>
          <w:i/>
          <w:iCs/>
          <w:color w:val="000000"/>
          <w:sz w:val="22"/>
          <w:szCs w:val="22"/>
        </w:rPr>
      </w:pPr>
      <w:r w:rsidRPr="00C048B2">
        <w:rPr>
          <w:rFonts w:ascii="Garamond" w:hAnsi="Garamond"/>
          <w:i/>
          <w:iCs/>
          <w:color w:val="000000"/>
          <w:sz w:val="22"/>
          <w:szCs w:val="22"/>
        </w:rPr>
        <w:tab/>
      </w:r>
    </w:p>
    <w:p w:rsidR="001C7D1A" w:rsidRPr="00775AA3" w:rsidRDefault="001C7D1A" w:rsidP="001C7D1A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/>
          <w:sz w:val="16"/>
          <w:szCs w:val="16"/>
        </w:rPr>
      </w:pPr>
      <w:r w:rsidRPr="00775AA3">
        <w:rPr>
          <w:rFonts w:ascii="Verdana" w:hAnsi="Verdana"/>
          <w:sz w:val="16"/>
          <w:szCs w:val="16"/>
        </w:rPr>
        <w:lastRenderedPageBreak/>
        <w:t>N.B.</w:t>
      </w:r>
      <w:r w:rsidRPr="00775AA3">
        <w:rPr>
          <w:rFonts w:ascii="Verdana" w:hAnsi="Verdana"/>
          <w:sz w:val="16"/>
          <w:szCs w:val="16"/>
        </w:rPr>
        <w:tab/>
        <w:t xml:space="preserve">Alla </w:t>
      </w:r>
      <w:r w:rsidR="00284B73" w:rsidRPr="00775AA3">
        <w:rPr>
          <w:rFonts w:ascii="Verdana" w:hAnsi="Verdana"/>
          <w:sz w:val="16"/>
          <w:szCs w:val="16"/>
        </w:rPr>
        <w:t>presente</w:t>
      </w:r>
      <w:r w:rsidRPr="00775AA3">
        <w:rPr>
          <w:rFonts w:ascii="Verdana" w:hAnsi="Verdana"/>
          <w:sz w:val="16"/>
          <w:szCs w:val="16"/>
        </w:rPr>
        <w:t xml:space="preserve"> dichiarazione deve esse</w:t>
      </w:r>
      <w:r w:rsidR="00507E94" w:rsidRPr="00775AA3">
        <w:rPr>
          <w:rFonts w:ascii="Verdana" w:hAnsi="Verdana"/>
          <w:sz w:val="16"/>
          <w:szCs w:val="16"/>
        </w:rPr>
        <w:t>re allegata copia fotostatica di un</w:t>
      </w:r>
      <w:r w:rsidRPr="00775AA3">
        <w:rPr>
          <w:rFonts w:ascii="Verdana" w:hAnsi="Verdana"/>
          <w:sz w:val="16"/>
          <w:szCs w:val="16"/>
        </w:rPr>
        <w:t xml:space="preserve"> documento di identità</w:t>
      </w:r>
      <w:r w:rsidR="00D31B29" w:rsidRPr="00775AA3">
        <w:rPr>
          <w:rFonts w:ascii="Verdana" w:hAnsi="Verdana"/>
          <w:sz w:val="16"/>
          <w:szCs w:val="16"/>
        </w:rPr>
        <w:t xml:space="preserve"> in corso di validità del soggetto firmatario</w:t>
      </w:r>
      <w:r w:rsidRPr="00775AA3">
        <w:rPr>
          <w:rFonts w:ascii="Verdana" w:hAnsi="Verdana"/>
          <w:sz w:val="16"/>
          <w:szCs w:val="16"/>
        </w:rPr>
        <w:t>.</w:t>
      </w:r>
    </w:p>
    <w:p w:rsidR="00E55FDE" w:rsidRPr="00775AA3" w:rsidRDefault="00E55FDE" w:rsidP="001C7D1A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/>
          <w:sz w:val="16"/>
          <w:szCs w:val="16"/>
        </w:rPr>
      </w:pPr>
    </w:p>
    <w:p w:rsidR="001C7D1A" w:rsidRPr="00775AA3" w:rsidRDefault="001C7D1A" w:rsidP="001C7D1A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/>
          <w:b/>
          <w:sz w:val="16"/>
          <w:szCs w:val="16"/>
          <w:u w:val="single"/>
        </w:rPr>
      </w:pPr>
      <w:r w:rsidRPr="00775AA3">
        <w:rPr>
          <w:rFonts w:ascii="Verdana" w:hAnsi="Verdana"/>
          <w:sz w:val="16"/>
          <w:szCs w:val="16"/>
        </w:rPr>
        <w:t>N.B</w:t>
      </w:r>
      <w:r w:rsidRPr="00775AA3">
        <w:rPr>
          <w:rFonts w:ascii="Verdana" w:hAnsi="Verdana"/>
          <w:sz w:val="16"/>
          <w:szCs w:val="16"/>
        </w:rPr>
        <w:tab/>
      </w:r>
      <w:r w:rsidR="00775AA3" w:rsidRPr="00775AA3">
        <w:rPr>
          <w:rFonts w:ascii="Verdana" w:hAnsi="Verdana"/>
          <w:sz w:val="16"/>
          <w:szCs w:val="16"/>
        </w:rPr>
        <w:t xml:space="preserve">Il </w:t>
      </w:r>
      <w:r w:rsidRPr="00775AA3">
        <w:rPr>
          <w:rFonts w:ascii="Verdana" w:hAnsi="Verdana"/>
          <w:sz w:val="16"/>
          <w:szCs w:val="16"/>
        </w:rPr>
        <w:t xml:space="preserve">presente modulo dovrà essere </w:t>
      </w:r>
      <w:r w:rsidR="00775AA3" w:rsidRPr="00775AA3">
        <w:rPr>
          <w:rFonts w:ascii="Verdana" w:hAnsi="Verdana"/>
          <w:sz w:val="16"/>
          <w:szCs w:val="16"/>
        </w:rPr>
        <w:t>firmato</w:t>
      </w:r>
      <w:r w:rsidR="00775AA3">
        <w:rPr>
          <w:rFonts w:ascii="Verdana" w:hAnsi="Verdana"/>
          <w:sz w:val="16"/>
          <w:szCs w:val="16"/>
        </w:rPr>
        <w:t xml:space="preserve">, DIGITALMENTE, </w:t>
      </w:r>
      <w:r w:rsidR="00775AA3" w:rsidRPr="00775AA3">
        <w:rPr>
          <w:rFonts w:ascii="Verdana" w:hAnsi="Verdana"/>
          <w:b/>
          <w:sz w:val="16"/>
          <w:szCs w:val="16"/>
          <w:u w:val="single"/>
        </w:rPr>
        <w:t xml:space="preserve"> da</w:t>
      </w:r>
      <w:r w:rsidRPr="00775AA3">
        <w:rPr>
          <w:rFonts w:ascii="Verdana" w:hAnsi="Verdana"/>
          <w:b/>
          <w:sz w:val="16"/>
          <w:szCs w:val="16"/>
          <w:u w:val="single"/>
        </w:rPr>
        <w:t>l legale rappresentante</w:t>
      </w:r>
      <w:r w:rsidR="00B44281" w:rsidRPr="00775AA3">
        <w:rPr>
          <w:rFonts w:ascii="Verdana" w:hAnsi="Verdana"/>
          <w:b/>
          <w:sz w:val="16"/>
          <w:szCs w:val="16"/>
          <w:u w:val="single"/>
        </w:rPr>
        <w:t>/procuratore</w:t>
      </w:r>
    </w:p>
    <w:p w:rsidR="00357B64" w:rsidRPr="00775AA3" w:rsidRDefault="005C7C35" w:rsidP="001C7D1A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Verdana" w:hAnsi="Verdana"/>
          <w:sz w:val="16"/>
          <w:szCs w:val="16"/>
        </w:rPr>
      </w:pPr>
      <w:r w:rsidRPr="00775AA3">
        <w:rPr>
          <w:rFonts w:ascii="Verdana" w:hAnsi="Verdana"/>
          <w:sz w:val="16"/>
          <w:szCs w:val="16"/>
        </w:rPr>
        <w:tab/>
        <w:t>Qualora la documentazione venga sottoscritta  dal “procuratore/i” della soci</w:t>
      </w:r>
      <w:r w:rsidR="00C91A2F" w:rsidRPr="00775AA3">
        <w:rPr>
          <w:rFonts w:ascii="Verdana" w:hAnsi="Verdana"/>
          <w:sz w:val="16"/>
          <w:szCs w:val="16"/>
        </w:rPr>
        <w:t>età,</w:t>
      </w:r>
      <w:r w:rsidRPr="00775AA3">
        <w:rPr>
          <w:rFonts w:ascii="Verdana" w:hAnsi="Verdana"/>
          <w:sz w:val="16"/>
          <w:szCs w:val="16"/>
        </w:rPr>
        <w:t xml:space="preserve"> dovrà essere allegata copia della relativa procura notarile (GENERALE O SPECIALE) o altro documento da cui evincere i poteri di rappresentanza.</w:t>
      </w:r>
      <w:r w:rsidR="00486C65" w:rsidRPr="00775AA3">
        <w:rPr>
          <w:rFonts w:ascii="Verdana" w:hAnsi="Verdana"/>
          <w:b/>
          <w:sz w:val="16"/>
          <w:szCs w:val="16"/>
          <w:u w:val="single"/>
        </w:rPr>
        <w:t xml:space="preserve"> </w:t>
      </w:r>
    </w:p>
    <w:sectPr w:rsidR="00357B64" w:rsidRPr="00775AA3" w:rsidSect="00376B42">
      <w:headerReference w:type="default" r:id="rId8"/>
      <w:footerReference w:type="default" r:id="rId9"/>
      <w:pgSz w:w="11906" w:h="16838"/>
      <w:pgMar w:top="1276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78B" w:rsidRDefault="00DC178B" w:rsidP="009F78F7">
      <w:r>
        <w:separator/>
      </w:r>
    </w:p>
  </w:endnote>
  <w:endnote w:type="continuationSeparator" w:id="0">
    <w:p w:rsidR="00DC178B" w:rsidRDefault="00DC178B" w:rsidP="009F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6C" w:rsidRPr="006D5811" w:rsidRDefault="0052406C">
    <w:pPr>
      <w:pStyle w:val="Pidipagina"/>
      <w:rPr>
        <w:sz w:val="20"/>
        <w:szCs w:val="20"/>
      </w:rPr>
    </w:pPr>
    <w:r w:rsidRPr="006D5811">
      <w:rPr>
        <w:sz w:val="20"/>
        <w:szCs w:val="20"/>
      </w:rPr>
      <w:t xml:space="preserve">Pagina </w:t>
    </w:r>
    <w:r w:rsidR="00366140" w:rsidRPr="006D5811">
      <w:rPr>
        <w:sz w:val="20"/>
        <w:szCs w:val="20"/>
      </w:rPr>
      <w:fldChar w:fldCharType="begin"/>
    </w:r>
    <w:r w:rsidRPr="006D5811">
      <w:rPr>
        <w:sz w:val="20"/>
        <w:szCs w:val="20"/>
      </w:rPr>
      <w:instrText xml:space="preserve"> PAGE </w:instrText>
    </w:r>
    <w:r w:rsidR="00366140" w:rsidRPr="006D5811">
      <w:rPr>
        <w:sz w:val="20"/>
        <w:szCs w:val="20"/>
      </w:rPr>
      <w:fldChar w:fldCharType="separate"/>
    </w:r>
    <w:r w:rsidR="00AB4BD7">
      <w:rPr>
        <w:noProof/>
        <w:sz w:val="20"/>
        <w:szCs w:val="20"/>
      </w:rPr>
      <w:t>1</w:t>
    </w:r>
    <w:r w:rsidR="00366140" w:rsidRPr="006D5811">
      <w:rPr>
        <w:sz w:val="20"/>
        <w:szCs w:val="20"/>
      </w:rPr>
      <w:fldChar w:fldCharType="end"/>
    </w:r>
    <w:r w:rsidRPr="006D5811">
      <w:rPr>
        <w:sz w:val="20"/>
        <w:szCs w:val="20"/>
      </w:rPr>
      <w:t xml:space="preserve"> di </w:t>
    </w:r>
    <w:r w:rsidR="00366140" w:rsidRPr="006D5811">
      <w:rPr>
        <w:sz w:val="20"/>
        <w:szCs w:val="20"/>
      </w:rPr>
      <w:fldChar w:fldCharType="begin"/>
    </w:r>
    <w:r w:rsidRPr="006D5811">
      <w:rPr>
        <w:sz w:val="20"/>
        <w:szCs w:val="20"/>
      </w:rPr>
      <w:instrText xml:space="preserve"> NUMPAGES </w:instrText>
    </w:r>
    <w:r w:rsidR="00366140" w:rsidRPr="006D5811">
      <w:rPr>
        <w:sz w:val="20"/>
        <w:szCs w:val="20"/>
      </w:rPr>
      <w:fldChar w:fldCharType="separate"/>
    </w:r>
    <w:r w:rsidR="00AB4BD7">
      <w:rPr>
        <w:noProof/>
        <w:sz w:val="20"/>
        <w:szCs w:val="20"/>
      </w:rPr>
      <w:t>2</w:t>
    </w:r>
    <w:r w:rsidR="00366140" w:rsidRPr="006D581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78B" w:rsidRDefault="00DC178B" w:rsidP="009F78F7">
      <w:r>
        <w:separator/>
      </w:r>
    </w:p>
  </w:footnote>
  <w:footnote w:type="continuationSeparator" w:id="0">
    <w:p w:rsidR="00DC178B" w:rsidRDefault="00DC178B" w:rsidP="009F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09" w:rsidRPr="0042303D" w:rsidRDefault="0042303D" w:rsidP="00F11AAC">
    <w:pPr>
      <w:pStyle w:val="Intestazione"/>
      <w:rPr>
        <w:rFonts w:ascii="Verdana" w:hAnsi="Verdana"/>
        <w:sz w:val="16"/>
        <w:szCs w:val="16"/>
      </w:rPr>
    </w:pPr>
    <w:r w:rsidRPr="0042303D">
      <w:rPr>
        <w:rFonts w:ascii="Verdana" w:hAnsi="Verdana" w:cs="ArialNarrow,Bold"/>
        <w:b/>
        <w:bCs/>
        <w:sz w:val="16"/>
        <w:szCs w:val="16"/>
      </w:rPr>
      <w:t>ALLEGATO “</w:t>
    </w:r>
    <w:r>
      <w:rPr>
        <w:rFonts w:ascii="Verdana" w:hAnsi="Verdana" w:cs="ArialNarrow,Bold"/>
        <w:b/>
        <w:bCs/>
        <w:sz w:val="16"/>
        <w:szCs w:val="16"/>
      </w:rPr>
      <w:t>A</w:t>
    </w:r>
    <w:r w:rsidRPr="0042303D">
      <w:rPr>
        <w:rFonts w:ascii="Verdana" w:hAnsi="Verdana" w:cs="ArialNarrow,Bold"/>
        <w:b/>
        <w:bCs/>
        <w:sz w:val="16"/>
        <w:szCs w:val="16"/>
      </w:rPr>
      <w:t>” - PREVENTIVO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4074"/>
    <w:multiLevelType w:val="hybridMultilevel"/>
    <w:tmpl w:val="646297C2"/>
    <w:lvl w:ilvl="0" w:tplc="3206728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B52F4"/>
    <w:multiLevelType w:val="hybridMultilevel"/>
    <w:tmpl w:val="281068AE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30481"/>
    <w:multiLevelType w:val="hybridMultilevel"/>
    <w:tmpl w:val="4EC69BCC"/>
    <w:lvl w:ilvl="0" w:tplc="42B69A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F345B"/>
    <w:multiLevelType w:val="hybridMultilevel"/>
    <w:tmpl w:val="907A2A5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65024"/>
    <w:multiLevelType w:val="hybridMultilevel"/>
    <w:tmpl w:val="7B9EDE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23657"/>
    <w:multiLevelType w:val="hybridMultilevel"/>
    <w:tmpl w:val="C838B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C3069"/>
    <w:multiLevelType w:val="hybridMultilevel"/>
    <w:tmpl w:val="49243B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2B1768"/>
    <w:multiLevelType w:val="hybridMultilevel"/>
    <w:tmpl w:val="38684440"/>
    <w:lvl w:ilvl="0" w:tplc="7662080E">
      <w:start w:val="1"/>
      <w:numFmt w:val="decimal"/>
      <w:lvlText w:val="%1."/>
      <w:lvlJc w:val="left"/>
      <w:pPr>
        <w:ind w:left="1145" w:hanging="360"/>
      </w:pPr>
      <w:rPr>
        <w:rFonts w:ascii="Garamond" w:hAnsi="Garamond" w:hint="default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6CD18E1"/>
    <w:multiLevelType w:val="hybridMultilevel"/>
    <w:tmpl w:val="12C0D2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A1EF9"/>
    <w:multiLevelType w:val="hybridMultilevel"/>
    <w:tmpl w:val="6420B754"/>
    <w:lvl w:ilvl="0" w:tplc="8B604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2141F"/>
    <w:multiLevelType w:val="hybridMultilevel"/>
    <w:tmpl w:val="85DCDF52"/>
    <w:lvl w:ilvl="0" w:tplc="515A47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E1F2F32"/>
    <w:multiLevelType w:val="hybridMultilevel"/>
    <w:tmpl w:val="FB601980"/>
    <w:lvl w:ilvl="0" w:tplc="DA801E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F1BB7"/>
    <w:multiLevelType w:val="hybridMultilevel"/>
    <w:tmpl w:val="918E8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56F56"/>
    <w:multiLevelType w:val="hybridMultilevel"/>
    <w:tmpl w:val="6420B754"/>
    <w:lvl w:ilvl="0" w:tplc="8B604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F445A"/>
    <w:multiLevelType w:val="multilevel"/>
    <w:tmpl w:val="9620CE20"/>
    <w:lvl w:ilvl="0">
      <w:start w:val="1"/>
      <w:numFmt w:val="decimal"/>
      <w:lvlText w:val="%1."/>
      <w:lvlJc w:val="left"/>
      <w:pPr>
        <w:ind w:left="82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113"/>
      </w:pPr>
      <w:rPr>
        <w:rFonts w:ascii="Garamond" w:hAnsi="Garamond" w:hint="default"/>
        <w:b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0D10478"/>
    <w:multiLevelType w:val="hybridMultilevel"/>
    <w:tmpl w:val="4D1ECA30"/>
    <w:lvl w:ilvl="0" w:tplc="A072D15A">
      <w:start w:val="1"/>
      <w:numFmt w:val="decimal"/>
      <w:lvlText w:val="%1."/>
      <w:lvlJc w:val="left"/>
      <w:pPr>
        <w:ind w:left="1145" w:hanging="360"/>
      </w:pPr>
      <w:rPr>
        <w:rFonts w:ascii="Garamond" w:hAnsi="Garamond" w:hint="default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B002D7C"/>
    <w:multiLevelType w:val="hybridMultilevel"/>
    <w:tmpl w:val="1AF218EE"/>
    <w:lvl w:ilvl="0" w:tplc="B11AC478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00D0F"/>
    <w:multiLevelType w:val="hybridMultilevel"/>
    <w:tmpl w:val="4D1ECA30"/>
    <w:lvl w:ilvl="0" w:tplc="A072D15A">
      <w:start w:val="1"/>
      <w:numFmt w:val="decimal"/>
      <w:lvlText w:val="%1."/>
      <w:lvlJc w:val="left"/>
      <w:pPr>
        <w:ind w:left="1145" w:hanging="360"/>
      </w:pPr>
      <w:rPr>
        <w:rFonts w:ascii="Garamond" w:hAnsi="Garamond" w:hint="default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7D230A3E"/>
    <w:multiLevelType w:val="hybridMultilevel"/>
    <w:tmpl w:val="CA8AB788"/>
    <w:lvl w:ilvl="0" w:tplc="6178B7C2">
      <w:start w:val="1"/>
      <w:numFmt w:val="lowerLetter"/>
      <w:lvlText w:val="%1)"/>
      <w:lvlJc w:val="left"/>
      <w:pPr>
        <w:ind w:left="720" w:hanging="360"/>
      </w:pPr>
      <w:rPr>
        <w:rFonts w:cs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206654"/>
    <w:multiLevelType w:val="multilevel"/>
    <w:tmpl w:val="2E329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4."/>
      <w:lvlJc w:val="left"/>
      <w:pPr>
        <w:ind w:left="932" w:hanging="648"/>
      </w:pPr>
      <w:rPr>
        <w:rFonts w:ascii="Garamond" w:hAnsi="Garamond" w:hint="default"/>
        <w:b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3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1"/>
  </w:num>
  <w:num w:numId="10">
    <w:abstractNumId w:val="18"/>
  </w:num>
  <w:num w:numId="11">
    <w:abstractNumId w:val="16"/>
  </w:num>
  <w:num w:numId="12">
    <w:abstractNumId w:val="19"/>
  </w:num>
  <w:num w:numId="13">
    <w:abstractNumId w:val="15"/>
  </w:num>
  <w:num w:numId="14">
    <w:abstractNumId w:val="7"/>
  </w:num>
  <w:num w:numId="15">
    <w:abstractNumId w:val="17"/>
  </w:num>
  <w:num w:numId="16">
    <w:abstractNumId w:val="4"/>
  </w:num>
  <w:num w:numId="17">
    <w:abstractNumId w:val="14"/>
  </w:num>
  <w:num w:numId="18">
    <w:abstractNumId w:val="2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71"/>
    <w:rsid w:val="000317C3"/>
    <w:rsid w:val="00031958"/>
    <w:rsid w:val="0003483A"/>
    <w:rsid w:val="00047977"/>
    <w:rsid w:val="00053AEA"/>
    <w:rsid w:val="000624A1"/>
    <w:rsid w:val="0006561E"/>
    <w:rsid w:val="00067F93"/>
    <w:rsid w:val="000803B7"/>
    <w:rsid w:val="000953F1"/>
    <w:rsid w:val="000960FE"/>
    <w:rsid w:val="00097CC3"/>
    <w:rsid w:val="000A3FC6"/>
    <w:rsid w:val="000A45F0"/>
    <w:rsid w:val="000A6F68"/>
    <w:rsid w:val="000B35B9"/>
    <w:rsid w:val="000B6BBB"/>
    <w:rsid w:val="000C4184"/>
    <w:rsid w:val="000C48B8"/>
    <w:rsid w:val="000C6BBE"/>
    <w:rsid w:val="000E207B"/>
    <w:rsid w:val="000E71F7"/>
    <w:rsid w:val="000F7F0A"/>
    <w:rsid w:val="00113AF7"/>
    <w:rsid w:val="00130271"/>
    <w:rsid w:val="001304CE"/>
    <w:rsid w:val="00134BC4"/>
    <w:rsid w:val="00141C00"/>
    <w:rsid w:val="00150051"/>
    <w:rsid w:val="00157312"/>
    <w:rsid w:val="00165B6C"/>
    <w:rsid w:val="0017333E"/>
    <w:rsid w:val="00177DDD"/>
    <w:rsid w:val="00187638"/>
    <w:rsid w:val="001A1826"/>
    <w:rsid w:val="001C0DEA"/>
    <w:rsid w:val="001C7D1A"/>
    <w:rsid w:val="001D15E5"/>
    <w:rsid w:val="001E13DD"/>
    <w:rsid w:val="001E27D9"/>
    <w:rsid w:val="001F0071"/>
    <w:rsid w:val="001F39F6"/>
    <w:rsid w:val="001F50BC"/>
    <w:rsid w:val="00203019"/>
    <w:rsid w:val="002127E4"/>
    <w:rsid w:val="002156D7"/>
    <w:rsid w:val="0022490A"/>
    <w:rsid w:val="0023148F"/>
    <w:rsid w:val="0024445C"/>
    <w:rsid w:val="002457CC"/>
    <w:rsid w:val="0025014C"/>
    <w:rsid w:val="002631DB"/>
    <w:rsid w:val="00266318"/>
    <w:rsid w:val="00284B73"/>
    <w:rsid w:val="00284DA9"/>
    <w:rsid w:val="002C2159"/>
    <w:rsid w:val="002C57D5"/>
    <w:rsid w:val="002D34A3"/>
    <w:rsid w:val="002D454D"/>
    <w:rsid w:val="002E7C4B"/>
    <w:rsid w:val="00310607"/>
    <w:rsid w:val="00310F75"/>
    <w:rsid w:val="0031281B"/>
    <w:rsid w:val="00334C8B"/>
    <w:rsid w:val="00344294"/>
    <w:rsid w:val="00357699"/>
    <w:rsid w:val="00357B64"/>
    <w:rsid w:val="00360F0A"/>
    <w:rsid w:val="00366140"/>
    <w:rsid w:val="00374544"/>
    <w:rsid w:val="00376B42"/>
    <w:rsid w:val="0038190F"/>
    <w:rsid w:val="0039184E"/>
    <w:rsid w:val="00396996"/>
    <w:rsid w:val="00397DCC"/>
    <w:rsid w:val="003B101A"/>
    <w:rsid w:val="003B3389"/>
    <w:rsid w:val="003B512C"/>
    <w:rsid w:val="003C382E"/>
    <w:rsid w:val="003C6E56"/>
    <w:rsid w:val="003D0FB1"/>
    <w:rsid w:val="003D1B30"/>
    <w:rsid w:val="003D5355"/>
    <w:rsid w:val="003F3AC3"/>
    <w:rsid w:val="0040584F"/>
    <w:rsid w:val="00410A44"/>
    <w:rsid w:val="00410B28"/>
    <w:rsid w:val="00411060"/>
    <w:rsid w:val="0042303D"/>
    <w:rsid w:val="00424E83"/>
    <w:rsid w:val="004510A8"/>
    <w:rsid w:val="00453E1D"/>
    <w:rsid w:val="004547A7"/>
    <w:rsid w:val="004564C1"/>
    <w:rsid w:val="00457004"/>
    <w:rsid w:val="004575D7"/>
    <w:rsid w:val="004627A4"/>
    <w:rsid w:val="00475430"/>
    <w:rsid w:val="00485D23"/>
    <w:rsid w:val="00486C65"/>
    <w:rsid w:val="00491419"/>
    <w:rsid w:val="004A4F35"/>
    <w:rsid w:val="004A4FE1"/>
    <w:rsid w:val="004B5606"/>
    <w:rsid w:val="004D1915"/>
    <w:rsid w:val="004D1BD1"/>
    <w:rsid w:val="004E0607"/>
    <w:rsid w:val="004E78A4"/>
    <w:rsid w:val="004F061D"/>
    <w:rsid w:val="004F7BCF"/>
    <w:rsid w:val="0050573F"/>
    <w:rsid w:val="00507E94"/>
    <w:rsid w:val="00512D80"/>
    <w:rsid w:val="0052406C"/>
    <w:rsid w:val="0053560F"/>
    <w:rsid w:val="0054712C"/>
    <w:rsid w:val="00551178"/>
    <w:rsid w:val="00553B33"/>
    <w:rsid w:val="00555996"/>
    <w:rsid w:val="00577094"/>
    <w:rsid w:val="005778F6"/>
    <w:rsid w:val="00577B78"/>
    <w:rsid w:val="00580DA2"/>
    <w:rsid w:val="00583598"/>
    <w:rsid w:val="005972A6"/>
    <w:rsid w:val="005B5BD0"/>
    <w:rsid w:val="005B6FC8"/>
    <w:rsid w:val="005C19D7"/>
    <w:rsid w:val="005C22ED"/>
    <w:rsid w:val="005C6087"/>
    <w:rsid w:val="005C7C35"/>
    <w:rsid w:val="005C7C62"/>
    <w:rsid w:val="005D4E78"/>
    <w:rsid w:val="005D554F"/>
    <w:rsid w:val="005D616F"/>
    <w:rsid w:val="005E54B1"/>
    <w:rsid w:val="00620383"/>
    <w:rsid w:val="00653AD3"/>
    <w:rsid w:val="0066470C"/>
    <w:rsid w:val="0066671F"/>
    <w:rsid w:val="00667267"/>
    <w:rsid w:val="00670306"/>
    <w:rsid w:val="00680A8F"/>
    <w:rsid w:val="006A2F1A"/>
    <w:rsid w:val="006B021B"/>
    <w:rsid w:val="006B0D37"/>
    <w:rsid w:val="006C030E"/>
    <w:rsid w:val="006C6DAC"/>
    <w:rsid w:val="006D5811"/>
    <w:rsid w:val="006E5776"/>
    <w:rsid w:val="007030B1"/>
    <w:rsid w:val="007101E4"/>
    <w:rsid w:val="00714131"/>
    <w:rsid w:val="00715C77"/>
    <w:rsid w:val="00722FCB"/>
    <w:rsid w:val="00750767"/>
    <w:rsid w:val="00753D3F"/>
    <w:rsid w:val="00753D64"/>
    <w:rsid w:val="0075575B"/>
    <w:rsid w:val="00756118"/>
    <w:rsid w:val="007600AF"/>
    <w:rsid w:val="00764CAF"/>
    <w:rsid w:val="00775AA3"/>
    <w:rsid w:val="007831A1"/>
    <w:rsid w:val="0078585B"/>
    <w:rsid w:val="0079124A"/>
    <w:rsid w:val="00795BF9"/>
    <w:rsid w:val="00796156"/>
    <w:rsid w:val="00796DD1"/>
    <w:rsid w:val="007A011C"/>
    <w:rsid w:val="007A5EEB"/>
    <w:rsid w:val="007A6DBD"/>
    <w:rsid w:val="007B2E5D"/>
    <w:rsid w:val="007B32DD"/>
    <w:rsid w:val="007B6001"/>
    <w:rsid w:val="007C12AF"/>
    <w:rsid w:val="007C386B"/>
    <w:rsid w:val="007C7AE1"/>
    <w:rsid w:val="007D0030"/>
    <w:rsid w:val="007E2D6F"/>
    <w:rsid w:val="007F2BF1"/>
    <w:rsid w:val="008277B6"/>
    <w:rsid w:val="00870C4F"/>
    <w:rsid w:val="00870DDB"/>
    <w:rsid w:val="0087768F"/>
    <w:rsid w:val="00896C00"/>
    <w:rsid w:val="00897C0F"/>
    <w:rsid w:val="008B19BA"/>
    <w:rsid w:val="008B2826"/>
    <w:rsid w:val="008B7102"/>
    <w:rsid w:val="008C2A9F"/>
    <w:rsid w:val="008C7FEA"/>
    <w:rsid w:val="008D35E9"/>
    <w:rsid w:val="008E3985"/>
    <w:rsid w:val="00901791"/>
    <w:rsid w:val="009054D0"/>
    <w:rsid w:val="00910B52"/>
    <w:rsid w:val="009157C8"/>
    <w:rsid w:val="00933A54"/>
    <w:rsid w:val="00947793"/>
    <w:rsid w:val="00955A2D"/>
    <w:rsid w:val="009626CE"/>
    <w:rsid w:val="009664FA"/>
    <w:rsid w:val="009B3233"/>
    <w:rsid w:val="009D39C2"/>
    <w:rsid w:val="009D4AED"/>
    <w:rsid w:val="009F1B08"/>
    <w:rsid w:val="009F78F7"/>
    <w:rsid w:val="00A13DE2"/>
    <w:rsid w:val="00A2694E"/>
    <w:rsid w:val="00A26EE5"/>
    <w:rsid w:val="00A42662"/>
    <w:rsid w:val="00A50335"/>
    <w:rsid w:val="00A52818"/>
    <w:rsid w:val="00A57AAB"/>
    <w:rsid w:val="00A66798"/>
    <w:rsid w:val="00A71195"/>
    <w:rsid w:val="00A75FB2"/>
    <w:rsid w:val="00AA3362"/>
    <w:rsid w:val="00AB050D"/>
    <w:rsid w:val="00AB4BD7"/>
    <w:rsid w:val="00AD0CDB"/>
    <w:rsid w:val="00B0021F"/>
    <w:rsid w:val="00B02524"/>
    <w:rsid w:val="00B11D74"/>
    <w:rsid w:val="00B30017"/>
    <w:rsid w:val="00B30514"/>
    <w:rsid w:val="00B31C97"/>
    <w:rsid w:val="00B36400"/>
    <w:rsid w:val="00B44281"/>
    <w:rsid w:val="00B503CA"/>
    <w:rsid w:val="00B5431D"/>
    <w:rsid w:val="00B56924"/>
    <w:rsid w:val="00B664A7"/>
    <w:rsid w:val="00B726B5"/>
    <w:rsid w:val="00B74CAE"/>
    <w:rsid w:val="00B837CF"/>
    <w:rsid w:val="00B93A3D"/>
    <w:rsid w:val="00BA0F04"/>
    <w:rsid w:val="00BA520A"/>
    <w:rsid w:val="00BA753D"/>
    <w:rsid w:val="00BB2B87"/>
    <w:rsid w:val="00BC1B35"/>
    <w:rsid w:val="00BD5B48"/>
    <w:rsid w:val="00BE2DA7"/>
    <w:rsid w:val="00BE4B50"/>
    <w:rsid w:val="00BF48C0"/>
    <w:rsid w:val="00BF6491"/>
    <w:rsid w:val="00C011C4"/>
    <w:rsid w:val="00C048B2"/>
    <w:rsid w:val="00C121AA"/>
    <w:rsid w:val="00C267D2"/>
    <w:rsid w:val="00C33699"/>
    <w:rsid w:val="00C342FB"/>
    <w:rsid w:val="00C41676"/>
    <w:rsid w:val="00C43597"/>
    <w:rsid w:val="00C467AC"/>
    <w:rsid w:val="00C47398"/>
    <w:rsid w:val="00C56EB1"/>
    <w:rsid w:val="00C61C56"/>
    <w:rsid w:val="00C651F3"/>
    <w:rsid w:val="00C66C66"/>
    <w:rsid w:val="00C800BA"/>
    <w:rsid w:val="00C827F1"/>
    <w:rsid w:val="00C8284A"/>
    <w:rsid w:val="00C8397F"/>
    <w:rsid w:val="00C85B09"/>
    <w:rsid w:val="00C91A2F"/>
    <w:rsid w:val="00C97DF4"/>
    <w:rsid w:val="00CA37AE"/>
    <w:rsid w:val="00CB5166"/>
    <w:rsid w:val="00CE0F20"/>
    <w:rsid w:val="00CE17FB"/>
    <w:rsid w:val="00CE1DF2"/>
    <w:rsid w:val="00CF0F3C"/>
    <w:rsid w:val="00CF4A1C"/>
    <w:rsid w:val="00D0277C"/>
    <w:rsid w:val="00D15E5E"/>
    <w:rsid w:val="00D16406"/>
    <w:rsid w:val="00D1679B"/>
    <w:rsid w:val="00D16F25"/>
    <w:rsid w:val="00D20682"/>
    <w:rsid w:val="00D21E9B"/>
    <w:rsid w:val="00D24B7F"/>
    <w:rsid w:val="00D31B29"/>
    <w:rsid w:val="00D320E0"/>
    <w:rsid w:val="00D44B8C"/>
    <w:rsid w:val="00D53C00"/>
    <w:rsid w:val="00D554F4"/>
    <w:rsid w:val="00D55FCF"/>
    <w:rsid w:val="00D61F17"/>
    <w:rsid w:val="00D678F1"/>
    <w:rsid w:val="00D82C70"/>
    <w:rsid w:val="00D82EDE"/>
    <w:rsid w:val="00D851EF"/>
    <w:rsid w:val="00D90D34"/>
    <w:rsid w:val="00DA6F07"/>
    <w:rsid w:val="00DB24BE"/>
    <w:rsid w:val="00DB7A22"/>
    <w:rsid w:val="00DC178B"/>
    <w:rsid w:val="00DC3048"/>
    <w:rsid w:val="00DC58EB"/>
    <w:rsid w:val="00DD29F3"/>
    <w:rsid w:val="00DE1CC9"/>
    <w:rsid w:val="00DE6853"/>
    <w:rsid w:val="00E007B9"/>
    <w:rsid w:val="00E01468"/>
    <w:rsid w:val="00E05C0D"/>
    <w:rsid w:val="00E14A7A"/>
    <w:rsid w:val="00E32954"/>
    <w:rsid w:val="00E4358B"/>
    <w:rsid w:val="00E544DD"/>
    <w:rsid w:val="00E55FDE"/>
    <w:rsid w:val="00E56704"/>
    <w:rsid w:val="00E57D1B"/>
    <w:rsid w:val="00E72F67"/>
    <w:rsid w:val="00E74526"/>
    <w:rsid w:val="00EA05E2"/>
    <w:rsid w:val="00EA3D25"/>
    <w:rsid w:val="00EA681F"/>
    <w:rsid w:val="00EA7871"/>
    <w:rsid w:val="00EB28E7"/>
    <w:rsid w:val="00EB2FD0"/>
    <w:rsid w:val="00EC0098"/>
    <w:rsid w:val="00EC67B1"/>
    <w:rsid w:val="00ED3A08"/>
    <w:rsid w:val="00ED3E4F"/>
    <w:rsid w:val="00ED44A9"/>
    <w:rsid w:val="00EF20EE"/>
    <w:rsid w:val="00EF3351"/>
    <w:rsid w:val="00EF4599"/>
    <w:rsid w:val="00F11AAC"/>
    <w:rsid w:val="00F13F25"/>
    <w:rsid w:val="00F21A11"/>
    <w:rsid w:val="00F24475"/>
    <w:rsid w:val="00F27648"/>
    <w:rsid w:val="00F3142F"/>
    <w:rsid w:val="00F6660F"/>
    <w:rsid w:val="00F80D26"/>
    <w:rsid w:val="00F80E25"/>
    <w:rsid w:val="00F87D01"/>
    <w:rsid w:val="00FA3F15"/>
    <w:rsid w:val="00FA4D25"/>
    <w:rsid w:val="00FB2984"/>
    <w:rsid w:val="00FC0A77"/>
    <w:rsid w:val="00FC0BDA"/>
    <w:rsid w:val="00FD5A01"/>
    <w:rsid w:val="00FD5FF3"/>
    <w:rsid w:val="00FD77E4"/>
    <w:rsid w:val="00FE2CD9"/>
    <w:rsid w:val="00FE2DEA"/>
    <w:rsid w:val="00FE609D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E08B3"/>
  <w15:docId w15:val="{BADDBB1A-6249-4726-BE56-9EFE539F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07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F78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78F7"/>
    <w:rPr>
      <w:sz w:val="24"/>
      <w:szCs w:val="24"/>
    </w:rPr>
  </w:style>
  <w:style w:type="paragraph" w:styleId="Pidipagina">
    <w:name w:val="footer"/>
    <w:basedOn w:val="Normale"/>
    <w:link w:val="PidipaginaCarattere"/>
    <w:rsid w:val="009F78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F78F7"/>
    <w:rPr>
      <w:sz w:val="24"/>
      <w:szCs w:val="24"/>
    </w:rPr>
  </w:style>
  <w:style w:type="paragraph" w:styleId="Corpodeltesto2">
    <w:name w:val="Body Text 2"/>
    <w:basedOn w:val="Normale"/>
    <w:link w:val="Corpodeltesto2Carattere"/>
    <w:rsid w:val="009F78F7"/>
    <w:pPr>
      <w:jc w:val="both"/>
    </w:pPr>
    <w:rPr>
      <w:b/>
      <w:i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9F78F7"/>
    <w:rPr>
      <w:b/>
      <w:i/>
      <w:sz w:val="24"/>
    </w:rPr>
  </w:style>
  <w:style w:type="paragraph" w:styleId="Testofumetto">
    <w:name w:val="Balloon Text"/>
    <w:basedOn w:val="Normale"/>
    <w:semiHidden/>
    <w:rsid w:val="000624A1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D16F25"/>
    <w:rPr>
      <w:b/>
      <w:bCs/>
    </w:rPr>
  </w:style>
  <w:style w:type="paragraph" w:styleId="Paragrafoelenco">
    <w:name w:val="List Paragraph"/>
    <w:basedOn w:val="Normale"/>
    <w:uiPriority w:val="34"/>
    <w:qFormat/>
    <w:rsid w:val="00C33699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FA4D2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A4D25"/>
    <w:rPr>
      <w:sz w:val="24"/>
      <w:szCs w:val="24"/>
    </w:rPr>
  </w:style>
  <w:style w:type="table" w:styleId="Grigliatabella">
    <w:name w:val="Table Grid"/>
    <w:basedOn w:val="Tabellanormale"/>
    <w:uiPriority w:val="59"/>
    <w:rsid w:val="00C91A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CA37A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A37A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CA37AE"/>
  </w:style>
  <w:style w:type="paragraph" w:styleId="Soggettocommento">
    <w:name w:val="annotation subject"/>
    <w:basedOn w:val="Testocommento"/>
    <w:next w:val="Testocommento"/>
    <w:link w:val="SoggettocommentoCarattere"/>
    <w:rsid w:val="00CA37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A37AE"/>
    <w:rPr>
      <w:b/>
      <w:bCs/>
    </w:rPr>
  </w:style>
  <w:style w:type="character" w:customStyle="1" w:styleId="CharacterStyle1">
    <w:name w:val="Character Style 1"/>
    <w:uiPriority w:val="99"/>
    <w:rsid w:val="00376B42"/>
    <w:rPr>
      <w:rFonts w:ascii="Times New Roman" w:hAnsi="Times New Roman" w:cs="Times New Roman"/>
      <w:sz w:val="23"/>
      <w:szCs w:val="23"/>
    </w:rPr>
  </w:style>
  <w:style w:type="paragraph" w:customStyle="1" w:styleId="Style2">
    <w:name w:val="Style 2"/>
    <w:basedOn w:val="Normale"/>
    <w:uiPriority w:val="99"/>
    <w:rsid w:val="00ED3A08"/>
    <w:pPr>
      <w:widowControl w:val="0"/>
      <w:autoSpaceDE w:val="0"/>
      <w:autoSpaceDN w:val="0"/>
      <w:spacing w:before="252"/>
      <w:ind w:left="216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DE361-7F11-4B22-85F0-D446E674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8A9ADDEF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N</vt:lpstr>
    </vt:vector>
  </TitlesOfParts>
  <Company>A.V.LL.PP.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N</dc:title>
  <dc:creator>Antonello Colandrea</dc:creator>
  <cp:lastModifiedBy>Canu, Maria Valentina</cp:lastModifiedBy>
  <cp:revision>2</cp:revision>
  <cp:lastPrinted>2018-03-06T11:35:00Z</cp:lastPrinted>
  <dcterms:created xsi:type="dcterms:W3CDTF">2018-06-01T12:37:00Z</dcterms:created>
  <dcterms:modified xsi:type="dcterms:W3CDTF">2018-06-01T12:37:00Z</dcterms:modified>
</cp:coreProperties>
</file>