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826" w:rsidRDefault="00E27DCB">
      <w:r w:rsidRPr="00E27DCB">
        <w:rPr>
          <w:rFonts w:ascii="Verdana" w:eastAsia="Calibri" w:hAnsi="Verdana" w:cs="Arial"/>
          <w:b/>
          <w:sz w:val="18"/>
          <w:szCs w:val="18"/>
        </w:rPr>
        <w:t xml:space="preserve">Campionatura della fornitura </w:t>
      </w:r>
      <w:r w:rsidR="003B5351" w:rsidRPr="00E27DCB">
        <w:t>Inserire</w:t>
      </w:r>
      <w:r w:rsidR="00A47520">
        <w:t xml:space="preserve"> documento attestante </w:t>
      </w:r>
      <w:r w:rsidR="001C2F51">
        <w:t>l’</w:t>
      </w:r>
      <w:r w:rsidR="00A47520">
        <w:t>avvenuta consegna campionatura</w:t>
      </w:r>
      <w:r w:rsidR="005075F9">
        <w:t>.</w:t>
      </w:r>
    </w:p>
    <w:p w:rsidR="005075F9" w:rsidRDefault="005075F9">
      <w:r>
        <w:t xml:space="preserve">L’avviso di consegna al magazzino, </w:t>
      </w:r>
      <w:r>
        <w:t xml:space="preserve">presso la sede </w:t>
      </w:r>
      <w:r>
        <w:t>di IGEA Località Campo Pisano Iglesias, dovrà essere p</w:t>
      </w:r>
      <w:r w:rsidR="00D52AC0">
        <w:t xml:space="preserve">ossibilmente </w:t>
      </w:r>
      <w:r>
        <w:t xml:space="preserve">inoltrato </w:t>
      </w:r>
      <w:r>
        <w:t xml:space="preserve">preventivamente (almeno 48 ore) </w:t>
      </w:r>
      <w:r>
        <w:t xml:space="preserve">all’indirizzo mail </w:t>
      </w:r>
      <w:hyperlink r:id="rId4" w:history="1">
        <w:r w:rsidRPr="000B5C06">
          <w:rPr>
            <w:rStyle w:val="Collegamentoipertestuale"/>
          </w:rPr>
          <w:t>avargiu@igeaspa.it</w:t>
        </w:r>
      </w:hyperlink>
      <w:r>
        <w:t xml:space="preserve"> recapito telefonico 34072557</w:t>
      </w:r>
      <w:bookmarkStart w:id="0" w:name="_GoBack"/>
      <w:bookmarkEnd w:id="0"/>
      <w:r>
        <w:t>03.</w:t>
      </w:r>
    </w:p>
    <w:sectPr w:rsidR="005075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351"/>
    <w:rsid w:val="00035A58"/>
    <w:rsid w:val="001003F7"/>
    <w:rsid w:val="001C2F51"/>
    <w:rsid w:val="003B5351"/>
    <w:rsid w:val="004F7482"/>
    <w:rsid w:val="005075F9"/>
    <w:rsid w:val="00703D22"/>
    <w:rsid w:val="008A36BA"/>
    <w:rsid w:val="0092602A"/>
    <w:rsid w:val="00A47520"/>
    <w:rsid w:val="00A541C9"/>
    <w:rsid w:val="00A6676D"/>
    <w:rsid w:val="00B2358A"/>
    <w:rsid w:val="00B979F3"/>
    <w:rsid w:val="00BD6A30"/>
    <w:rsid w:val="00C512A5"/>
    <w:rsid w:val="00CB1313"/>
    <w:rsid w:val="00D52AC0"/>
    <w:rsid w:val="00E27DCB"/>
    <w:rsid w:val="00EA6071"/>
    <w:rsid w:val="00F9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DC8C1"/>
  <w15:chartTrackingRefBased/>
  <w15:docId w15:val="{B8106274-EBA0-4D52-8B45-B8173A6E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075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vargiu@igeas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833F89C7.dotm</Template>
  <TotalTime>6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Sini, Gianfranca</dc:creator>
  <cp:keywords/>
  <dc:description/>
  <cp:lastModifiedBy>Sini, Gianfranca</cp:lastModifiedBy>
  <cp:revision>7</cp:revision>
  <dcterms:created xsi:type="dcterms:W3CDTF">2024-04-24T09:48:00Z</dcterms:created>
  <dcterms:modified xsi:type="dcterms:W3CDTF">2024-04-24T10:08:00Z</dcterms:modified>
</cp:coreProperties>
</file>