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BBB" w:rsidRDefault="00E85432" w:rsidP="00460BBB">
      <w:pPr>
        <w:rPr>
          <w:b/>
          <w:sz w:val="40"/>
          <w:szCs w:val="40"/>
        </w:rPr>
      </w:pPr>
      <w:r w:rsidRPr="00460BBB">
        <w:rPr>
          <w:b/>
          <w:sz w:val="40"/>
          <w:szCs w:val="40"/>
        </w:rPr>
        <w:t>Scheda</w:t>
      </w:r>
    </w:p>
    <w:p w:rsidR="00975C26" w:rsidRDefault="00460BBB" w:rsidP="00C83F8B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Corso: </w:t>
      </w:r>
      <w:r w:rsidR="00CB073D">
        <w:rPr>
          <w:b/>
          <w:sz w:val="40"/>
          <w:szCs w:val="40"/>
        </w:rPr>
        <w:t>Fo</w:t>
      </w:r>
      <w:r w:rsidR="007F6B99">
        <w:rPr>
          <w:b/>
          <w:sz w:val="40"/>
          <w:szCs w:val="40"/>
        </w:rPr>
        <w:t xml:space="preserve">rmazione </w:t>
      </w:r>
      <w:r w:rsidR="00C83F8B">
        <w:rPr>
          <w:b/>
          <w:sz w:val="40"/>
          <w:szCs w:val="40"/>
        </w:rPr>
        <w:t>addetti ai sistemi di accesso e posizionamento mediante funi</w:t>
      </w:r>
    </w:p>
    <w:p w:rsidR="00625B85" w:rsidRPr="00460BBB" w:rsidRDefault="00460BBB" w:rsidP="00460BBB">
      <w:pPr>
        <w:rPr>
          <w:b/>
          <w:sz w:val="28"/>
          <w:szCs w:val="28"/>
        </w:rPr>
      </w:pPr>
      <w:r w:rsidRPr="00460BBB">
        <w:rPr>
          <w:b/>
          <w:sz w:val="28"/>
          <w:szCs w:val="28"/>
        </w:rPr>
        <w:t xml:space="preserve">Durata: </w:t>
      </w:r>
      <w:r w:rsidR="003C45A0">
        <w:rPr>
          <w:b/>
          <w:sz w:val="28"/>
          <w:szCs w:val="28"/>
        </w:rPr>
        <w:t>16</w:t>
      </w:r>
      <w:r w:rsidR="00625B85" w:rsidRPr="00460BBB">
        <w:rPr>
          <w:b/>
          <w:sz w:val="28"/>
          <w:szCs w:val="28"/>
        </w:rPr>
        <w:t xml:space="preserve"> ore</w:t>
      </w:r>
    </w:p>
    <w:p w:rsidR="00460BBB" w:rsidRPr="00460BBB" w:rsidRDefault="00460BBB" w:rsidP="00460BBB">
      <w:pPr>
        <w:rPr>
          <w:b/>
          <w:sz w:val="40"/>
          <w:szCs w:val="40"/>
        </w:rPr>
      </w:pPr>
      <w:r w:rsidRPr="00460BBB">
        <w:rPr>
          <w:b/>
          <w:sz w:val="28"/>
          <w:szCs w:val="28"/>
        </w:rPr>
        <w:t>Normativa di riferimento:</w:t>
      </w:r>
      <w:r>
        <w:rPr>
          <w:b/>
          <w:sz w:val="40"/>
          <w:szCs w:val="40"/>
        </w:rPr>
        <w:t xml:space="preserve"> </w:t>
      </w:r>
      <w:r w:rsidR="00995076" w:rsidRPr="00995076">
        <w:t xml:space="preserve">art. </w:t>
      </w:r>
      <w:r w:rsidR="00C83F8B">
        <w:t>11</w:t>
      </w:r>
      <w:r w:rsidR="003C45A0">
        <w:t>6</w:t>
      </w:r>
      <w:r w:rsidR="00C83F8B">
        <w:t xml:space="preserve"> </w:t>
      </w:r>
      <w:r w:rsidR="00995076" w:rsidRPr="00995076">
        <w:t xml:space="preserve">del </w:t>
      </w:r>
      <w:proofErr w:type="spellStart"/>
      <w:proofErr w:type="gramStart"/>
      <w:r w:rsidR="00995076" w:rsidRPr="00995076">
        <w:t>D.Lgs</w:t>
      </w:r>
      <w:proofErr w:type="gramEnd"/>
      <w:r w:rsidR="00995076" w:rsidRPr="00995076">
        <w:t>.</w:t>
      </w:r>
      <w:proofErr w:type="spellEnd"/>
      <w:r w:rsidR="00995076" w:rsidRPr="00995076">
        <w:t xml:space="preserve"> 81/2008</w:t>
      </w:r>
    </w:p>
    <w:p w:rsidR="00975C26" w:rsidRDefault="00975C26">
      <w:pPr>
        <w:rPr>
          <w:b/>
        </w:rPr>
      </w:pPr>
      <w:bookmarkStart w:id="0" w:name="_GoBack"/>
      <w:bookmarkEnd w:id="0"/>
    </w:p>
    <w:p w:rsidR="001D7C0F" w:rsidRDefault="00460BBB">
      <w:pPr>
        <w:rPr>
          <w:b/>
        </w:rPr>
      </w:pPr>
      <w:r w:rsidRPr="00460BBB">
        <w:rPr>
          <w:b/>
        </w:rPr>
        <w:t>Contenuti minimi</w:t>
      </w:r>
    </w:p>
    <w:p w:rsidR="00C83F8B" w:rsidRPr="00C83F8B" w:rsidRDefault="00C83F8B">
      <w:r w:rsidRPr="00C83F8B">
        <w:t>MODULO BASE (12 ore)</w:t>
      </w:r>
      <w:r w:rsidRPr="00C83F8B">
        <w:br/>
        <w:t>• Presentazione del corso. Normativa generale in materia di igiene e sicurezza del lavoro con particolare riferimento ai cantieri edili ed ai lavori in quota.</w:t>
      </w:r>
      <w:r w:rsidRPr="00C83F8B">
        <w:br/>
        <w:t>• Analisi e valutazione dei rischi più ricorrenti nei lavori in quota (rischi ambientali, di caduta dall’alto e sospensione, da uso di attrezzature e sostanze particolari, ecc.).</w:t>
      </w:r>
      <w:r w:rsidRPr="00C83F8B">
        <w:br/>
        <w:t>• Illustrazione delle più frequenti tipologie di lavoro con funi, suddivisione in funzione delle modalità di accesso e di uscita dalla zona di lavoro.</w:t>
      </w:r>
      <w:r w:rsidRPr="00C83F8B">
        <w:br/>
        <w:t>• DPI specifici per lavori su funi, riferiti ad accesso, posizionamento e sospensione:</w:t>
      </w:r>
      <w:r w:rsidRPr="00C83F8B">
        <w:br/>
        <w:t>a) imbracature e caschi;</w:t>
      </w:r>
      <w:r w:rsidRPr="00C83F8B">
        <w:br/>
        <w:t>b) funi, cordini, fettucce, assorbitori di energia;</w:t>
      </w:r>
      <w:r w:rsidRPr="00C83F8B">
        <w:br/>
        <w:t>c) connettori, freni, bloccanti, carrucole.</w:t>
      </w:r>
      <w:r w:rsidRPr="00C83F8B">
        <w:br/>
        <w:t>Loro idoneità e compatibilità con attrezzature e sostanze;</w:t>
      </w:r>
      <w:r w:rsidRPr="00C83F8B">
        <w:br/>
        <w:t>manutenzione (verifica giornaliera e periodica, pulizia, stoccaggio responsabilità).</w:t>
      </w:r>
      <w:r w:rsidRPr="00C83F8B">
        <w:br/>
        <w:t>• Classificazione normativa e tecniche di realizzazione degli ancoraggi e dei frazionamenti.</w:t>
      </w:r>
      <w:r w:rsidRPr="00C83F8B">
        <w:br/>
        <w:t>• Tecniche e procedure operative con accesso dall’alto, di calata o discesa su funi e tecniche di accesso dal basso (fattore di caduta).</w:t>
      </w:r>
      <w:r w:rsidRPr="00C83F8B">
        <w:br/>
        <w:t>• Rischi e modalità di protezione delle funi (spigoli, nodi, usura).</w:t>
      </w:r>
      <w:r w:rsidRPr="00C83F8B">
        <w:br/>
        <w:t>• Organizzazione del lavoro in squadra, compiti degli operatori e modalità di comunicazione</w:t>
      </w:r>
      <w:r w:rsidRPr="00C83F8B">
        <w:br/>
        <w:t>• Elementi di primo soccorso e procedure operative di salvataggio: illustrazione del contenuto del kit di recupero e della sua utilizzazione.</w:t>
      </w:r>
      <w:r w:rsidRPr="00C83F8B">
        <w:br/>
      </w:r>
      <w:r w:rsidRPr="00C83F8B">
        <w:br/>
        <w:t>MODULO SPECIFICO PRATICO (20 ore)</w:t>
      </w:r>
      <w:r w:rsidRPr="00C83F8B">
        <w:br/>
        <w:t>• Movimento su linee di accesso fisse (superamento dei frazionamenti, salita in sicurezza di scale fisse, tralicci e lungo funi).</w:t>
      </w:r>
      <w:r w:rsidRPr="00C83F8B">
        <w:br/>
        <w:t>• Accesso in sicurezza ai luoghi di realizzazione degli ancoraggi.</w:t>
      </w:r>
      <w:r w:rsidRPr="00C83F8B">
        <w:br/>
        <w:t>• Applicazione di tecniche di posizionamento dell’operatore.</w:t>
      </w:r>
      <w:r w:rsidRPr="00C83F8B">
        <w:br/>
        <w:t>• Realizzazione di ancoraggi e frazionamenti su strutture artificiali o su elementi</w:t>
      </w:r>
      <w:r>
        <w:t xml:space="preserve"> </w:t>
      </w:r>
      <w:r w:rsidRPr="00C83F8B">
        <w:t>naturali (statici, dinamici, ecc.).</w:t>
      </w:r>
      <w:r w:rsidRPr="00C83F8B">
        <w:br/>
        <w:t>• Applicazione di tecniche di sollevamento, posizionamento e calata dei materiali.</w:t>
      </w:r>
      <w:r w:rsidRPr="00C83F8B">
        <w:br/>
        <w:t>• Esecuzione di tecniche operative con accesso e uscita situati in alto rispetto alla postazione di lavoro (tecniche di risalita e recupero con paranchi o altre attrezzature specifiche).</w:t>
      </w:r>
      <w:r w:rsidRPr="00C83F8B">
        <w:br/>
        <w:t>• Esecuzione di calate (operatore sospeso al termine della fune) e discese (operatore in movimento sulla fune già distesa o portata al seguito), anche con frazionamenti.</w:t>
      </w:r>
      <w:r w:rsidRPr="00C83F8B">
        <w:br/>
        <w:t>• Esecuzione di tecniche operative con accesso e uscita situati in basso rispetto alla postazione di lavoro (posizionamento delle funi, frazionamenti, ecc.).</w:t>
      </w:r>
      <w:r w:rsidRPr="00C83F8B">
        <w:br/>
        <w:t>• Applicazione di tecniche di evacuazione e salvataggio</w:t>
      </w:r>
    </w:p>
    <w:sectPr w:rsidR="00C83F8B" w:rsidRPr="00C83F8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C54BA"/>
    <w:multiLevelType w:val="multilevel"/>
    <w:tmpl w:val="5F084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7E7DD5"/>
    <w:multiLevelType w:val="multilevel"/>
    <w:tmpl w:val="54664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EF400F"/>
    <w:multiLevelType w:val="hybridMultilevel"/>
    <w:tmpl w:val="B7A2685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E4159E"/>
    <w:multiLevelType w:val="hybridMultilevel"/>
    <w:tmpl w:val="2196F54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1F69B5"/>
    <w:multiLevelType w:val="multilevel"/>
    <w:tmpl w:val="22E4C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CA00C8"/>
    <w:multiLevelType w:val="multilevel"/>
    <w:tmpl w:val="40FEA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283316"/>
    <w:multiLevelType w:val="multilevel"/>
    <w:tmpl w:val="2836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49A6320"/>
    <w:multiLevelType w:val="multilevel"/>
    <w:tmpl w:val="24948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A750E00"/>
    <w:multiLevelType w:val="multilevel"/>
    <w:tmpl w:val="A6CEA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CBB44C8"/>
    <w:multiLevelType w:val="multilevel"/>
    <w:tmpl w:val="D6F04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3531567"/>
    <w:multiLevelType w:val="multilevel"/>
    <w:tmpl w:val="733AD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F7322AD"/>
    <w:multiLevelType w:val="multilevel"/>
    <w:tmpl w:val="FE76A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11"/>
  </w:num>
  <w:num w:numId="5">
    <w:abstractNumId w:val="3"/>
  </w:num>
  <w:num w:numId="6">
    <w:abstractNumId w:val="9"/>
  </w:num>
  <w:num w:numId="7">
    <w:abstractNumId w:val="5"/>
  </w:num>
  <w:num w:numId="8">
    <w:abstractNumId w:val="0"/>
  </w:num>
  <w:num w:numId="9">
    <w:abstractNumId w:val="4"/>
  </w:num>
  <w:num w:numId="10">
    <w:abstractNumId w:val="10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B85"/>
    <w:rsid w:val="001D7C0F"/>
    <w:rsid w:val="003B4485"/>
    <w:rsid w:val="003C45A0"/>
    <w:rsid w:val="00460BBB"/>
    <w:rsid w:val="004A5F46"/>
    <w:rsid w:val="005C0988"/>
    <w:rsid w:val="005E46D2"/>
    <w:rsid w:val="00625B85"/>
    <w:rsid w:val="006C7672"/>
    <w:rsid w:val="007273ED"/>
    <w:rsid w:val="007F6B99"/>
    <w:rsid w:val="008F2653"/>
    <w:rsid w:val="009434F2"/>
    <w:rsid w:val="00975C26"/>
    <w:rsid w:val="009931DC"/>
    <w:rsid w:val="00995076"/>
    <w:rsid w:val="00A27E51"/>
    <w:rsid w:val="00A41E02"/>
    <w:rsid w:val="00A61DC5"/>
    <w:rsid w:val="00C7714A"/>
    <w:rsid w:val="00C83F8B"/>
    <w:rsid w:val="00CB073D"/>
    <w:rsid w:val="00CC2350"/>
    <w:rsid w:val="00E85432"/>
    <w:rsid w:val="00F17A3A"/>
    <w:rsid w:val="00F9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678F6"/>
  <w15:chartTrackingRefBased/>
  <w15:docId w15:val="{03FF43CE-1118-44F2-A773-9044DC7B3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25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rsid w:val="007273ED"/>
    <w:rPr>
      <w:i/>
      <w:iCs/>
    </w:rPr>
  </w:style>
  <w:style w:type="paragraph" w:styleId="Paragrafoelenco">
    <w:name w:val="List Paragraph"/>
    <w:basedOn w:val="Normale"/>
    <w:uiPriority w:val="34"/>
    <w:qFormat/>
    <w:rsid w:val="001D7C0F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8F2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2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EE64356C</Template>
  <TotalTime>1</TotalTime>
  <Pages>1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IgeaSpA</Company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Marongiu, Ivana</dc:creator>
  <cp:keywords/>
  <dc:description/>
  <cp:lastModifiedBy>Marongiu, Ivana</cp:lastModifiedBy>
  <cp:revision>2</cp:revision>
  <dcterms:created xsi:type="dcterms:W3CDTF">2023-02-17T15:01:00Z</dcterms:created>
  <dcterms:modified xsi:type="dcterms:W3CDTF">2023-02-17T15:01:00Z</dcterms:modified>
</cp:coreProperties>
</file>